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r>
              <w:t>Vascular lab report</w:t>
            </w: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DD5E5B">
            <w:pPr>
              <w:pStyle w:val="CUSTOMBoldColumnHeading"/>
            </w:pPr>
            <w:r>
              <w:t xml:space="preserve">Assessed by: </w:t>
            </w:r>
            <w:proofErr w:type="spellStart"/>
            <w:r w:rsidR="00DD5E5B">
              <w:rPr>
                <w:b w:val="0"/>
              </w:rPr>
              <w:t>Apurba</w:t>
            </w:r>
            <w:proofErr w:type="spellEnd"/>
            <w:r w:rsidR="00DD5E5B">
              <w:rPr>
                <w:b w:val="0"/>
              </w:rPr>
              <w:t xml:space="preserve"> </w:t>
            </w:r>
            <w:proofErr w:type="spellStart"/>
            <w:r w:rsidR="00DD5E5B">
              <w:rPr>
                <w:b w:val="0"/>
              </w:rPr>
              <w:t>Dahal</w:t>
            </w:r>
            <w:proofErr w:type="spellEnd"/>
            <w:r w:rsidR="00DD5E5B">
              <w:rPr>
                <w:b w:val="0"/>
              </w:rPr>
              <w:t xml:space="preserve"> (Trainee); Supervised by: Daniel Sims (CVS)</w:t>
            </w: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DD5E5B">
            <w:pPr>
              <w:pStyle w:val="CUSTOMHeaderText"/>
            </w:pPr>
            <w:r>
              <w:t>Name:</w:t>
            </w:r>
            <w:r w:rsidR="00596D0F">
              <w:t xml:space="preserve"> </w:t>
            </w:r>
            <w:r w:rsidR="00DD5E5B">
              <w:t>Robinson, Michael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DD5E5B">
            <w:pPr>
              <w:pStyle w:val="CUSTOMHeaderText"/>
            </w:pPr>
            <w:r>
              <w:t>Hospital No:</w:t>
            </w:r>
            <w:r w:rsidR="00596D0F">
              <w:t xml:space="preserve"> </w:t>
            </w:r>
            <w:bookmarkStart w:id="0" w:name="_GoBack"/>
            <w:r w:rsidR="00DD5E5B">
              <w:t>QM600203</w:t>
            </w:r>
            <w:bookmarkEnd w:id="0"/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DD5E5B">
            <w:pPr>
              <w:pStyle w:val="CUSTOMHeaderText"/>
            </w:pPr>
            <w:r>
              <w:t>Date of Exams:</w:t>
            </w:r>
            <w:r w:rsidR="00596D0F">
              <w:t xml:space="preserve"> </w:t>
            </w:r>
            <w:r w:rsidR="00DD5E5B">
              <w:t>10/06/2019</w:t>
            </w: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DD5E5B">
            <w:pPr>
              <w:pStyle w:val="CUSTOMHeaderText"/>
            </w:pPr>
            <w:r>
              <w:t>DOB:</w:t>
            </w:r>
            <w:r w:rsidR="00596D0F">
              <w:t xml:space="preserve"> </w:t>
            </w:r>
            <w:r w:rsidR="00DD5E5B">
              <w:t>06/01/1954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DD5E5B">
            <w:pPr>
              <w:pStyle w:val="CUSTOMHeaderText"/>
            </w:pPr>
            <w:r>
              <w:t>NHS No:</w:t>
            </w:r>
            <w:r w:rsidR="00596D0F">
              <w:t xml:space="preserve"> </w:t>
            </w:r>
            <w:r w:rsidR="00DD5E5B">
              <w:t>446 199 3825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DD5E5B">
            <w:pPr>
              <w:pStyle w:val="CUSTOMHeaderText"/>
            </w:pPr>
            <w:proofErr w:type="spellStart"/>
            <w:r>
              <w:t>Ip</w:t>
            </w:r>
            <w:proofErr w:type="spellEnd"/>
            <w:r>
              <w:t>/Op</w:t>
            </w:r>
            <w:r w:rsidR="00596D0F">
              <w:t xml:space="preserve">: </w:t>
            </w:r>
            <w:r w:rsidR="00DD5E5B">
              <w:t>OP</w:t>
            </w:r>
          </w:p>
        </w:tc>
      </w:tr>
      <w:tr w:rsidR="003E416A" w:rsidTr="004440F7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DD5E5B">
            <w:pPr>
              <w:pStyle w:val="CUSTOMHeaderText"/>
            </w:pPr>
            <w:r>
              <w:t xml:space="preserve">Referrer: </w:t>
            </w:r>
            <w:r w:rsidR="00DD5E5B">
              <w:t>Silber Eli</w:t>
            </w: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DD5E5B">
            <w:pPr>
              <w:pStyle w:val="CUSTOMHeaderText"/>
            </w:pPr>
            <w:r>
              <w:t xml:space="preserve">Hospital Site: </w:t>
            </w:r>
            <w:r w:rsidR="00DD5E5B">
              <w:t>QEH</w:t>
            </w:r>
          </w:p>
        </w:tc>
      </w:tr>
      <w:tr w:rsidR="003E416A" w:rsidTr="004440F7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DD5E5B">
            <w:pPr>
              <w:pStyle w:val="CUSTOMHeaderText"/>
            </w:pPr>
            <w:r>
              <w:t xml:space="preserve">Clinical Indications: </w:t>
            </w:r>
            <w:r w:rsidR="00DD5E5B">
              <w:t>MS, Peripheral Oedema ?Venous insufficiency</w:t>
            </w: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A078E6" w:rsidP="001F797D">
            <w:pPr>
              <w:pStyle w:val="CUSTOMBoldColumnHeading"/>
            </w:pPr>
            <w:r>
              <w:t xml:space="preserve">Lower Limb </w:t>
            </w:r>
            <w:r w:rsidR="00123164">
              <w:t xml:space="preserve">– </w:t>
            </w:r>
            <w:r w:rsidR="001F797D">
              <w:t xml:space="preserve">BILATERAL </w:t>
            </w:r>
            <w:r w:rsidR="00123164">
              <w:t>Venous I</w:t>
            </w:r>
            <w:r>
              <w:t>nsufficiency scan</w:t>
            </w:r>
            <w:r w:rsidR="001F797D">
              <w:t xml:space="preserve"> </w:t>
            </w: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2715FB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1470848</wp:posOffset>
                      </wp:positionH>
                      <wp:positionV relativeFrom="page">
                        <wp:posOffset>2836365</wp:posOffset>
                      </wp:positionV>
                      <wp:extent cx="109703" cy="466231"/>
                      <wp:effectExtent l="0" t="0" r="5080" b="0"/>
                      <wp:wrapNone/>
                      <wp:docPr id="73" name="Freeform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703" cy="466231"/>
                              </a:xfrm>
                              <a:custGeom>
                                <a:avLst/>
                                <a:gdLst>
                                  <a:gd name="connsiteX0" fmla="*/ 24301 w 109703"/>
                                  <a:gd name="connsiteY0" fmla="*/ 7027 h 466231"/>
                                  <a:gd name="connsiteX1" fmla="*/ 103814 w 109703"/>
                                  <a:gd name="connsiteY1" fmla="*/ 62686 h 466231"/>
                                  <a:gd name="connsiteX2" fmla="*/ 103814 w 109703"/>
                                  <a:gd name="connsiteY2" fmla="*/ 293274 h 466231"/>
                                  <a:gd name="connsiteX3" fmla="*/ 103814 w 109703"/>
                                  <a:gd name="connsiteY3" fmla="*/ 452300 h 466231"/>
                                  <a:gd name="connsiteX4" fmla="*/ 24301 w 109703"/>
                                  <a:gd name="connsiteY4" fmla="*/ 428446 h 466231"/>
                                  <a:gd name="connsiteX5" fmla="*/ 447 w 109703"/>
                                  <a:gd name="connsiteY5" fmla="*/ 189907 h 466231"/>
                                  <a:gd name="connsiteX6" fmla="*/ 24301 w 109703"/>
                                  <a:gd name="connsiteY6" fmla="*/ 7027 h 4662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9703" h="466231">
                                    <a:moveTo>
                                      <a:pt x="24301" y="7027"/>
                                    </a:moveTo>
                                    <a:cubicBezTo>
                                      <a:pt x="41529" y="-14177"/>
                                      <a:pt x="90562" y="14978"/>
                                      <a:pt x="103814" y="62686"/>
                                    </a:cubicBezTo>
                                    <a:cubicBezTo>
                                      <a:pt x="117066" y="110394"/>
                                      <a:pt x="103814" y="293274"/>
                                      <a:pt x="103814" y="293274"/>
                                    </a:cubicBezTo>
                                    <a:cubicBezTo>
                                      <a:pt x="103814" y="358210"/>
                                      <a:pt x="117066" y="429771"/>
                                      <a:pt x="103814" y="452300"/>
                                    </a:cubicBezTo>
                                    <a:cubicBezTo>
                                      <a:pt x="90562" y="474829"/>
                                      <a:pt x="41529" y="472178"/>
                                      <a:pt x="24301" y="428446"/>
                                    </a:cubicBezTo>
                                    <a:cubicBezTo>
                                      <a:pt x="7073" y="384714"/>
                                      <a:pt x="-2204" y="257493"/>
                                      <a:pt x="447" y="189907"/>
                                    </a:cubicBezTo>
                                    <a:cubicBezTo>
                                      <a:pt x="3097" y="122321"/>
                                      <a:pt x="7073" y="28231"/>
                                      <a:pt x="24301" y="70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73" o:spid="_x0000_s1026" style="position:absolute;margin-left:115.8pt;margin-top:223.35pt;width:8.65pt;height:36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09703,466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" path="m24301,7027v17228,-21204,66261,7951,79513,55659c117066,110394,103814,293274,103814,293274v,64936,13252,136497,,159026c90562,474829,41529,472178,24301,428446,7073,384714,-2204,257493,447,189907,3097,122321,7073,28231,24301,7027xe" fillcolor="red" stroked="f" strokeweight="1pt">
                      <v:stroke joinstyle="miter"/>
                      <v:path arrowok="t" o:connecttype="custom" o:connectlocs="24301,7027;103814,62686;103814,293274;103814,452300;24301,428446;447,189907;24301,7027" o:connectangles="0,0,0,0,0,0,0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2E39F76" wp14:editId="016961A0">
                      <wp:simplePos x="0" y="0"/>
                      <wp:positionH relativeFrom="column">
                        <wp:posOffset>2216785</wp:posOffset>
                      </wp:positionH>
                      <wp:positionV relativeFrom="page">
                        <wp:posOffset>3785235</wp:posOffset>
                      </wp:positionV>
                      <wp:extent cx="57785" cy="82550"/>
                      <wp:effectExtent l="0" t="0" r="18415" b="31750"/>
                      <wp:wrapNone/>
                      <wp:docPr id="72" name="Straight Connector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785" cy="8255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2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174.55pt,298.05pt" to="179.1pt,3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" strokecolor="#5b9bd5 [3204]" strokeweight="1pt">
                      <v:stroke joinstyle="miter"/>
                      <w10:wrap anchory="page"/>
                    </v:lin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F0B7439" wp14:editId="0576894D">
                      <wp:simplePos x="0" y="0"/>
                      <wp:positionH relativeFrom="column">
                        <wp:posOffset>2198370</wp:posOffset>
                      </wp:positionH>
                      <wp:positionV relativeFrom="page">
                        <wp:posOffset>3761740</wp:posOffset>
                      </wp:positionV>
                      <wp:extent cx="57785" cy="82550"/>
                      <wp:effectExtent l="0" t="0" r="18415" b="31750"/>
                      <wp:wrapNone/>
                      <wp:docPr id="71" name="Straight Connector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785" cy="8255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1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173.1pt,296.2pt" to="177.65pt,30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" strokecolor="#5b9bd5 [3204]" strokeweight="1pt">
                      <v:stroke joinstyle="miter"/>
                      <w10:wrap anchory="page"/>
                    </v:lin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E6D9246" wp14:editId="5C9158E0">
                      <wp:simplePos x="0" y="0"/>
                      <wp:positionH relativeFrom="column">
                        <wp:posOffset>2098040</wp:posOffset>
                      </wp:positionH>
                      <wp:positionV relativeFrom="page">
                        <wp:posOffset>3759835</wp:posOffset>
                      </wp:positionV>
                      <wp:extent cx="123825" cy="38100"/>
                      <wp:effectExtent l="19050" t="19050" r="28575" b="19050"/>
                      <wp:wrapNone/>
                      <wp:docPr id="70" name="Freeform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38100"/>
                              </a:xfrm>
                              <a:custGeom>
                                <a:avLst/>
                                <a:gdLst>
                                  <a:gd name="connsiteX0" fmla="*/ 0 w 123825"/>
                                  <a:gd name="connsiteY0" fmla="*/ 0 h 38100"/>
                                  <a:gd name="connsiteX1" fmla="*/ 123825 w 123825"/>
                                  <a:gd name="connsiteY1" fmla="*/ 38100 h 38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3825" h="38100">
                                    <a:moveTo>
                                      <a:pt x="0" y="0"/>
                                    </a:moveTo>
                                    <a:cubicBezTo>
                                      <a:pt x="49212" y="15081"/>
                                      <a:pt x="96838" y="31750"/>
                                      <a:pt x="123825" y="38100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70" o:spid="_x0000_s1026" style="position:absolute;margin-left:165.2pt;margin-top:296.05pt;width:9.75pt;height: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23825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" path="m,c49212,15081,96838,31750,123825,38100e" filled="f" strokecolor="#2e74b5 [2404]" strokeweight="2.25pt">
                      <v:stroke joinstyle="miter"/>
                      <v:path arrowok="t" o:connecttype="custom" o:connectlocs="0,0;123825,38100" o:connectangles="0,0"/>
                      <w10:wrap anchory="page"/>
                    </v:shape>
                  </w:pict>
                </mc:Fallback>
              </mc:AlternateContent>
            </w:r>
            <w:r w:rsidR="00E55F46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FBD57D" wp14:editId="683A09F4">
                      <wp:simplePos x="0" y="0"/>
                      <wp:positionH relativeFrom="column">
                        <wp:posOffset>2064543</wp:posOffset>
                      </wp:positionH>
                      <wp:positionV relativeFrom="page">
                        <wp:posOffset>1064334</wp:posOffset>
                      </wp:positionV>
                      <wp:extent cx="299792" cy="2711579"/>
                      <wp:effectExtent l="0" t="0" r="24130" b="12700"/>
                      <wp:wrapNone/>
                      <wp:docPr id="69" name="Freeform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92" cy="2711579"/>
                              </a:xfrm>
                              <a:custGeom>
                                <a:avLst/>
                                <a:gdLst>
                                  <a:gd name="connsiteX0" fmla="*/ 275504 w 300757"/>
                                  <a:gd name="connsiteY0" fmla="*/ 5154 h 3588931"/>
                                  <a:gd name="connsiteX1" fmla="*/ 286724 w 300757"/>
                                  <a:gd name="connsiteY1" fmla="*/ 89301 h 3588931"/>
                                  <a:gd name="connsiteX2" fmla="*/ 146479 w 300757"/>
                                  <a:gd name="connsiteY2" fmla="*/ 251986 h 3588931"/>
                                  <a:gd name="connsiteX3" fmla="*/ 107210 w 300757"/>
                                  <a:gd name="connsiteY3" fmla="*/ 577355 h 3588931"/>
                                  <a:gd name="connsiteX4" fmla="*/ 84771 w 300757"/>
                                  <a:gd name="connsiteY4" fmla="*/ 1256143 h 3588931"/>
                                  <a:gd name="connsiteX5" fmla="*/ 56722 w 300757"/>
                                  <a:gd name="connsiteY5" fmla="*/ 1901271 h 3588931"/>
                                  <a:gd name="connsiteX6" fmla="*/ 84771 w 300757"/>
                                  <a:gd name="connsiteY6" fmla="*/ 2209811 h 3588931"/>
                                  <a:gd name="connsiteX7" fmla="*/ 34282 w 300757"/>
                                  <a:gd name="connsiteY7" fmla="*/ 2658597 h 3588931"/>
                                  <a:gd name="connsiteX8" fmla="*/ 56722 w 300757"/>
                                  <a:gd name="connsiteY8" fmla="*/ 3051284 h 3588931"/>
                                  <a:gd name="connsiteX9" fmla="*/ 73551 w 300757"/>
                                  <a:gd name="connsiteY9" fmla="*/ 3483240 h 3588931"/>
                                  <a:gd name="connsiteX10" fmla="*/ 39892 w 300757"/>
                                  <a:gd name="connsiteY10" fmla="*/ 3556167 h 3588931"/>
                                  <a:gd name="connsiteX11" fmla="*/ 17453 w 300757"/>
                                  <a:gd name="connsiteY11" fmla="*/ 3040064 h 3588931"/>
                                  <a:gd name="connsiteX12" fmla="*/ 623 w 300757"/>
                                  <a:gd name="connsiteY12" fmla="*/ 2624938 h 3588931"/>
                                  <a:gd name="connsiteX13" fmla="*/ 39892 w 300757"/>
                                  <a:gd name="connsiteY13" fmla="*/ 2288349 h 3588931"/>
                                  <a:gd name="connsiteX14" fmla="*/ 28672 w 300757"/>
                                  <a:gd name="connsiteY14" fmla="*/ 2019078 h 3588931"/>
                                  <a:gd name="connsiteX15" fmla="*/ 11843 w 300757"/>
                                  <a:gd name="connsiteY15" fmla="*/ 1934930 h 3588931"/>
                                  <a:gd name="connsiteX16" fmla="*/ 45502 w 300757"/>
                                  <a:gd name="connsiteY16" fmla="*/ 1104678 h 3588931"/>
                                  <a:gd name="connsiteX17" fmla="*/ 62331 w 300757"/>
                                  <a:gd name="connsiteY17" fmla="*/ 414670 h 3588931"/>
                                  <a:gd name="connsiteX18" fmla="*/ 107210 w 300757"/>
                                  <a:gd name="connsiteY18" fmla="*/ 235156 h 3588931"/>
                                  <a:gd name="connsiteX19" fmla="*/ 275504 w 300757"/>
                                  <a:gd name="connsiteY19" fmla="*/ 5154 h 3588931"/>
                                  <a:gd name="connsiteX0" fmla="*/ 275777 w 301030"/>
                                  <a:gd name="connsiteY0" fmla="*/ 5154 h 3483248"/>
                                  <a:gd name="connsiteX1" fmla="*/ 286997 w 301030"/>
                                  <a:gd name="connsiteY1" fmla="*/ 89301 h 3483248"/>
                                  <a:gd name="connsiteX2" fmla="*/ 146752 w 301030"/>
                                  <a:gd name="connsiteY2" fmla="*/ 251986 h 3483248"/>
                                  <a:gd name="connsiteX3" fmla="*/ 107483 w 301030"/>
                                  <a:gd name="connsiteY3" fmla="*/ 577355 h 3483248"/>
                                  <a:gd name="connsiteX4" fmla="*/ 85044 w 301030"/>
                                  <a:gd name="connsiteY4" fmla="*/ 1256143 h 3483248"/>
                                  <a:gd name="connsiteX5" fmla="*/ 56995 w 301030"/>
                                  <a:gd name="connsiteY5" fmla="*/ 1901271 h 3483248"/>
                                  <a:gd name="connsiteX6" fmla="*/ 85044 w 301030"/>
                                  <a:gd name="connsiteY6" fmla="*/ 2209811 h 3483248"/>
                                  <a:gd name="connsiteX7" fmla="*/ 34555 w 301030"/>
                                  <a:gd name="connsiteY7" fmla="*/ 2658597 h 3483248"/>
                                  <a:gd name="connsiteX8" fmla="*/ 56995 w 301030"/>
                                  <a:gd name="connsiteY8" fmla="*/ 3051284 h 3483248"/>
                                  <a:gd name="connsiteX9" fmla="*/ 73824 w 301030"/>
                                  <a:gd name="connsiteY9" fmla="*/ 3483240 h 3483248"/>
                                  <a:gd name="connsiteX10" fmla="*/ 17726 w 301030"/>
                                  <a:gd name="connsiteY10" fmla="*/ 3040064 h 3483248"/>
                                  <a:gd name="connsiteX11" fmla="*/ 896 w 301030"/>
                                  <a:gd name="connsiteY11" fmla="*/ 2624938 h 3483248"/>
                                  <a:gd name="connsiteX12" fmla="*/ 40165 w 301030"/>
                                  <a:gd name="connsiteY12" fmla="*/ 2288349 h 3483248"/>
                                  <a:gd name="connsiteX13" fmla="*/ 28945 w 301030"/>
                                  <a:gd name="connsiteY13" fmla="*/ 2019078 h 3483248"/>
                                  <a:gd name="connsiteX14" fmla="*/ 12116 w 301030"/>
                                  <a:gd name="connsiteY14" fmla="*/ 1934930 h 3483248"/>
                                  <a:gd name="connsiteX15" fmla="*/ 45775 w 301030"/>
                                  <a:gd name="connsiteY15" fmla="*/ 1104678 h 3483248"/>
                                  <a:gd name="connsiteX16" fmla="*/ 62604 w 301030"/>
                                  <a:gd name="connsiteY16" fmla="*/ 414670 h 3483248"/>
                                  <a:gd name="connsiteX17" fmla="*/ 107483 w 301030"/>
                                  <a:gd name="connsiteY17" fmla="*/ 235156 h 3483248"/>
                                  <a:gd name="connsiteX18" fmla="*/ 275777 w 301030"/>
                                  <a:gd name="connsiteY18" fmla="*/ 5154 h 3483248"/>
                                  <a:gd name="connsiteX0" fmla="*/ 275620 w 300873"/>
                                  <a:gd name="connsiteY0" fmla="*/ 5154 h 3051284"/>
                                  <a:gd name="connsiteX1" fmla="*/ 286840 w 300873"/>
                                  <a:gd name="connsiteY1" fmla="*/ 89301 h 3051284"/>
                                  <a:gd name="connsiteX2" fmla="*/ 146595 w 300873"/>
                                  <a:gd name="connsiteY2" fmla="*/ 251986 h 3051284"/>
                                  <a:gd name="connsiteX3" fmla="*/ 107326 w 300873"/>
                                  <a:gd name="connsiteY3" fmla="*/ 577355 h 3051284"/>
                                  <a:gd name="connsiteX4" fmla="*/ 84887 w 300873"/>
                                  <a:gd name="connsiteY4" fmla="*/ 1256143 h 3051284"/>
                                  <a:gd name="connsiteX5" fmla="*/ 56838 w 300873"/>
                                  <a:gd name="connsiteY5" fmla="*/ 1901271 h 3051284"/>
                                  <a:gd name="connsiteX6" fmla="*/ 84887 w 300873"/>
                                  <a:gd name="connsiteY6" fmla="*/ 2209811 h 3051284"/>
                                  <a:gd name="connsiteX7" fmla="*/ 34398 w 300873"/>
                                  <a:gd name="connsiteY7" fmla="*/ 2658597 h 3051284"/>
                                  <a:gd name="connsiteX8" fmla="*/ 56838 w 300873"/>
                                  <a:gd name="connsiteY8" fmla="*/ 3051284 h 3051284"/>
                                  <a:gd name="connsiteX9" fmla="*/ 17569 w 300873"/>
                                  <a:gd name="connsiteY9" fmla="*/ 3040064 h 3051284"/>
                                  <a:gd name="connsiteX10" fmla="*/ 739 w 300873"/>
                                  <a:gd name="connsiteY10" fmla="*/ 2624938 h 3051284"/>
                                  <a:gd name="connsiteX11" fmla="*/ 40008 w 300873"/>
                                  <a:gd name="connsiteY11" fmla="*/ 2288349 h 3051284"/>
                                  <a:gd name="connsiteX12" fmla="*/ 28788 w 300873"/>
                                  <a:gd name="connsiteY12" fmla="*/ 2019078 h 3051284"/>
                                  <a:gd name="connsiteX13" fmla="*/ 11959 w 300873"/>
                                  <a:gd name="connsiteY13" fmla="*/ 1934930 h 3051284"/>
                                  <a:gd name="connsiteX14" fmla="*/ 45618 w 300873"/>
                                  <a:gd name="connsiteY14" fmla="*/ 1104678 h 3051284"/>
                                  <a:gd name="connsiteX15" fmla="*/ 62447 w 300873"/>
                                  <a:gd name="connsiteY15" fmla="*/ 414670 h 3051284"/>
                                  <a:gd name="connsiteX16" fmla="*/ 107326 w 300873"/>
                                  <a:gd name="connsiteY16" fmla="*/ 235156 h 3051284"/>
                                  <a:gd name="connsiteX17" fmla="*/ 275620 w 300873"/>
                                  <a:gd name="connsiteY17" fmla="*/ 5154 h 3051284"/>
                                  <a:gd name="connsiteX0" fmla="*/ 275032 w 300285"/>
                                  <a:gd name="connsiteY0" fmla="*/ 5154 h 3051373"/>
                                  <a:gd name="connsiteX1" fmla="*/ 286252 w 300285"/>
                                  <a:gd name="connsiteY1" fmla="*/ 89301 h 3051373"/>
                                  <a:gd name="connsiteX2" fmla="*/ 146007 w 300285"/>
                                  <a:gd name="connsiteY2" fmla="*/ 251986 h 3051373"/>
                                  <a:gd name="connsiteX3" fmla="*/ 106738 w 300285"/>
                                  <a:gd name="connsiteY3" fmla="*/ 577355 h 3051373"/>
                                  <a:gd name="connsiteX4" fmla="*/ 84299 w 300285"/>
                                  <a:gd name="connsiteY4" fmla="*/ 1256143 h 3051373"/>
                                  <a:gd name="connsiteX5" fmla="*/ 56250 w 300285"/>
                                  <a:gd name="connsiteY5" fmla="*/ 1901271 h 3051373"/>
                                  <a:gd name="connsiteX6" fmla="*/ 84299 w 300285"/>
                                  <a:gd name="connsiteY6" fmla="*/ 2209811 h 3051373"/>
                                  <a:gd name="connsiteX7" fmla="*/ 33810 w 300285"/>
                                  <a:gd name="connsiteY7" fmla="*/ 2658597 h 3051373"/>
                                  <a:gd name="connsiteX8" fmla="*/ 56250 w 300285"/>
                                  <a:gd name="connsiteY8" fmla="*/ 3051284 h 3051373"/>
                                  <a:gd name="connsiteX9" fmla="*/ 151 w 300285"/>
                                  <a:gd name="connsiteY9" fmla="*/ 2624938 h 3051373"/>
                                  <a:gd name="connsiteX10" fmla="*/ 39420 w 300285"/>
                                  <a:gd name="connsiteY10" fmla="*/ 2288349 h 3051373"/>
                                  <a:gd name="connsiteX11" fmla="*/ 28200 w 300285"/>
                                  <a:gd name="connsiteY11" fmla="*/ 2019078 h 3051373"/>
                                  <a:gd name="connsiteX12" fmla="*/ 11371 w 300285"/>
                                  <a:gd name="connsiteY12" fmla="*/ 1934930 h 3051373"/>
                                  <a:gd name="connsiteX13" fmla="*/ 45030 w 300285"/>
                                  <a:gd name="connsiteY13" fmla="*/ 1104678 h 3051373"/>
                                  <a:gd name="connsiteX14" fmla="*/ 61859 w 300285"/>
                                  <a:gd name="connsiteY14" fmla="*/ 414670 h 3051373"/>
                                  <a:gd name="connsiteX15" fmla="*/ 106738 w 300285"/>
                                  <a:gd name="connsiteY15" fmla="*/ 235156 h 3051373"/>
                                  <a:gd name="connsiteX16" fmla="*/ 275032 w 300285"/>
                                  <a:gd name="connsiteY16" fmla="*/ 5154 h 3051373"/>
                                  <a:gd name="connsiteX0" fmla="*/ 274912 w 300165"/>
                                  <a:gd name="connsiteY0" fmla="*/ 5154 h 2694631"/>
                                  <a:gd name="connsiteX1" fmla="*/ 286132 w 300165"/>
                                  <a:gd name="connsiteY1" fmla="*/ 89301 h 2694631"/>
                                  <a:gd name="connsiteX2" fmla="*/ 145887 w 300165"/>
                                  <a:gd name="connsiteY2" fmla="*/ 251986 h 2694631"/>
                                  <a:gd name="connsiteX3" fmla="*/ 106618 w 300165"/>
                                  <a:gd name="connsiteY3" fmla="*/ 577355 h 2694631"/>
                                  <a:gd name="connsiteX4" fmla="*/ 84179 w 300165"/>
                                  <a:gd name="connsiteY4" fmla="*/ 1256143 h 2694631"/>
                                  <a:gd name="connsiteX5" fmla="*/ 56130 w 300165"/>
                                  <a:gd name="connsiteY5" fmla="*/ 1901271 h 2694631"/>
                                  <a:gd name="connsiteX6" fmla="*/ 84179 w 300165"/>
                                  <a:gd name="connsiteY6" fmla="*/ 2209811 h 2694631"/>
                                  <a:gd name="connsiteX7" fmla="*/ 33690 w 300165"/>
                                  <a:gd name="connsiteY7" fmla="*/ 2658597 h 2694631"/>
                                  <a:gd name="connsiteX8" fmla="*/ 31 w 300165"/>
                                  <a:gd name="connsiteY8" fmla="*/ 2624938 h 2694631"/>
                                  <a:gd name="connsiteX9" fmla="*/ 39300 w 300165"/>
                                  <a:gd name="connsiteY9" fmla="*/ 2288349 h 2694631"/>
                                  <a:gd name="connsiteX10" fmla="*/ 28080 w 300165"/>
                                  <a:gd name="connsiteY10" fmla="*/ 2019078 h 2694631"/>
                                  <a:gd name="connsiteX11" fmla="*/ 11251 w 300165"/>
                                  <a:gd name="connsiteY11" fmla="*/ 1934930 h 2694631"/>
                                  <a:gd name="connsiteX12" fmla="*/ 44910 w 300165"/>
                                  <a:gd name="connsiteY12" fmla="*/ 1104678 h 2694631"/>
                                  <a:gd name="connsiteX13" fmla="*/ 61739 w 300165"/>
                                  <a:gd name="connsiteY13" fmla="*/ 414670 h 2694631"/>
                                  <a:gd name="connsiteX14" fmla="*/ 106618 w 300165"/>
                                  <a:gd name="connsiteY14" fmla="*/ 235156 h 2694631"/>
                                  <a:gd name="connsiteX15" fmla="*/ 274912 w 300165"/>
                                  <a:gd name="connsiteY15" fmla="*/ 5154 h 2694631"/>
                                  <a:gd name="connsiteX0" fmla="*/ 274889 w 300142"/>
                                  <a:gd name="connsiteY0" fmla="*/ 5154 h 2648417"/>
                                  <a:gd name="connsiteX1" fmla="*/ 286109 w 300142"/>
                                  <a:gd name="connsiteY1" fmla="*/ 89301 h 2648417"/>
                                  <a:gd name="connsiteX2" fmla="*/ 145864 w 300142"/>
                                  <a:gd name="connsiteY2" fmla="*/ 251986 h 2648417"/>
                                  <a:gd name="connsiteX3" fmla="*/ 106595 w 300142"/>
                                  <a:gd name="connsiteY3" fmla="*/ 577355 h 2648417"/>
                                  <a:gd name="connsiteX4" fmla="*/ 84156 w 300142"/>
                                  <a:gd name="connsiteY4" fmla="*/ 1256143 h 2648417"/>
                                  <a:gd name="connsiteX5" fmla="*/ 56107 w 300142"/>
                                  <a:gd name="connsiteY5" fmla="*/ 1901271 h 2648417"/>
                                  <a:gd name="connsiteX6" fmla="*/ 84156 w 300142"/>
                                  <a:gd name="connsiteY6" fmla="*/ 2209811 h 2648417"/>
                                  <a:gd name="connsiteX7" fmla="*/ 36304 w 300142"/>
                                  <a:gd name="connsiteY7" fmla="*/ 2574439 h 2648417"/>
                                  <a:gd name="connsiteX8" fmla="*/ 8 w 300142"/>
                                  <a:gd name="connsiteY8" fmla="*/ 2624938 h 2648417"/>
                                  <a:gd name="connsiteX9" fmla="*/ 39277 w 300142"/>
                                  <a:gd name="connsiteY9" fmla="*/ 2288349 h 2648417"/>
                                  <a:gd name="connsiteX10" fmla="*/ 28057 w 300142"/>
                                  <a:gd name="connsiteY10" fmla="*/ 2019078 h 2648417"/>
                                  <a:gd name="connsiteX11" fmla="*/ 11228 w 300142"/>
                                  <a:gd name="connsiteY11" fmla="*/ 1934930 h 2648417"/>
                                  <a:gd name="connsiteX12" fmla="*/ 44887 w 300142"/>
                                  <a:gd name="connsiteY12" fmla="*/ 1104678 h 2648417"/>
                                  <a:gd name="connsiteX13" fmla="*/ 61716 w 300142"/>
                                  <a:gd name="connsiteY13" fmla="*/ 414670 h 2648417"/>
                                  <a:gd name="connsiteX14" fmla="*/ 106595 w 300142"/>
                                  <a:gd name="connsiteY14" fmla="*/ 235156 h 2648417"/>
                                  <a:gd name="connsiteX15" fmla="*/ 274889 w 300142"/>
                                  <a:gd name="connsiteY15" fmla="*/ 5154 h 2648417"/>
                                  <a:gd name="connsiteX0" fmla="*/ 274896 w 300149"/>
                                  <a:gd name="connsiteY0" fmla="*/ 5154 h 2604978"/>
                                  <a:gd name="connsiteX1" fmla="*/ 286116 w 300149"/>
                                  <a:gd name="connsiteY1" fmla="*/ 89301 h 2604978"/>
                                  <a:gd name="connsiteX2" fmla="*/ 145871 w 300149"/>
                                  <a:gd name="connsiteY2" fmla="*/ 251986 h 2604978"/>
                                  <a:gd name="connsiteX3" fmla="*/ 106602 w 300149"/>
                                  <a:gd name="connsiteY3" fmla="*/ 577355 h 2604978"/>
                                  <a:gd name="connsiteX4" fmla="*/ 84163 w 300149"/>
                                  <a:gd name="connsiteY4" fmla="*/ 1256143 h 2604978"/>
                                  <a:gd name="connsiteX5" fmla="*/ 56114 w 300149"/>
                                  <a:gd name="connsiteY5" fmla="*/ 1901271 h 2604978"/>
                                  <a:gd name="connsiteX6" fmla="*/ 84163 w 300149"/>
                                  <a:gd name="connsiteY6" fmla="*/ 2209811 h 2604978"/>
                                  <a:gd name="connsiteX7" fmla="*/ 36311 w 300149"/>
                                  <a:gd name="connsiteY7" fmla="*/ 2574439 h 2604978"/>
                                  <a:gd name="connsiteX8" fmla="*/ 7 w 300149"/>
                                  <a:gd name="connsiteY8" fmla="*/ 2551998 h 2604978"/>
                                  <a:gd name="connsiteX9" fmla="*/ 39284 w 300149"/>
                                  <a:gd name="connsiteY9" fmla="*/ 2288349 h 2604978"/>
                                  <a:gd name="connsiteX10" fmla="*/ 28064 w 300149"/>
                                  <a:gd name="connsiteY10" fmla="*/ 2019078 h 2604978"/>
                                  <a:gd name="connsiteX11" fmla="*/ 11235 w 300149"/>
                                  <a:gd name="connsiteY11" fmla="*/ 1934930 h 2604978"/>
                                  <a:gd name="connsiteX12" fmla="*/ 44894 w 300149"/>
                                  <a:gd name="connsiteY12" fmla="*/ 1104678 h 2604978"/>
                                  <a:gd name="connsiteX13" fmla="*/ 61723 w 300149"/>
                                  <a:gd name="connsiteY13" fmla="*/ 414670 h 2604978"/>
                                  <a:gd name="connsiteX14" fmla="*/ 106602 w 300149"/>
                                  <a:gd name="connsiteY14" fmla="*/ 235156 h 2604978"/>
                                  <a:gd name="connsiteX15" fmla="*/ 274896 w 300149"/>
                                  <a:gd name="connsiteY15" fmla="*/ 5154 h 2604978"/>
                                  <a:gd name="connsiteX0" fmla="*/ 274896 w 300149"/>
                                  <a:gd name="connsiteY0" fmla="*/ 5154 h 2604978"/>
                                  <a:gd name="connsiteX1" fmla="*/ 286116 w 300149"/>
                                  <a:gd name="connsiteY1" fmla="*/ 89301 h 2604978"/>
                                  <a:gd name="connsiteX2" fmla="*/ 145871 w 300149"/>
                                  <a:gd name="connsiteY2" fmla="*/ 251986 h 2604978"/>
                                  <a:gd name="connsiteX3" fmla="*/ 106602 w 300149"/>
                                  <a:gd name="connsiteY3" fmla="*/ 577355 h 2604978"/>
                                  <a:gd name="connsiteX4" fmla="*/ 84163 w 300149"/>
                                  <a:gd name="connsiteY4" fmla="*/ 1256143 h 2604978"/>
                                  <a:gd name="connsiteX5" fmla="*/ 56114 w 300149"/>
                                  <a:gd name="connsiteY5" fmla="*/ 1901271 h 2604978"/>
                                  <a:gd name="connsiteX6" fmla="*/ 84163 w 300149"/>
                                  <a:gd name="connsiteY6" fmla="*/ 2209811 h 2604978"/>
                                  <a:gd name="connsiteX7" fmla="*/ 36311 w 300149"/>
                                  <a:gd name="connsiteY7" fmla="*/ 2574439 h 2604978"/>
                                  <a:gd name="connsiteX8" fmla="*/ 7 w 300149"/>
                                  <a:gd name="connsiteY8" fmla="*/ 2551998 h 2604978"/>
                                  <a:gd name="connsiteX9" fmla="*/ 39284 w 300149"/>
                                  <a:gd name="connsiteY9" fmla="*/ 2288349 h 2604978"/>
                                  <a:gd name="connsiteX10" fmla="*/ 28064 w 300149"/>
                                  <a:gd name="connsiteY10" fmla="*/ 2019078 h 2604978"/>
                                  <a:gd name="connsiteX11" fmla="*/ 44894 w 300149"/>
                                  <a:gd name="connsiteY11" fmla="*/ 1104678 h 2604978"/>
                                  <a:gd name="connsiteX12" fmla="*/ 61723 w 300149"/>
                                  <a:gd name="connsiteY12" fmla="*/ 414670 h 2604978"/>
                                  <a:gd name="connsiteX13" fmla="*/ 106602 w 300149"/>
                                  <a:gd name="connsiteY13" fmla="*/ 235156 h 2604978"/>
                                  <a:gd name="connsiteX14" fmla="*/ 274896 w 300149"/>
                                  <a:gd name="connsiteY14" fmla="*/ 5154 h 2604978"/>
                                  <a:gd name="connsiteX0" fmla="*/ 274912 w 300165"/>
                                  <a:gd name="connsiteY0" fmla="*/ 5154 h 2604978"/>
                                  <a:gd name="connsiteX1" fmla="*/ 286132 w 300165"/>
                                  <a:gd name="connsiteY1" fmla="*/ 89301 h 2604978"/>
                                  <a:gd name="connsiteX2" fmla="*/ 145887 w 300165"/>
                                  <a:gd name="connsiteY2" fmla="*/ 251986 h 2604978"/>
                                  <a:gd name="connsiteX3" fmla="*/ 106618 w 300165"/>
                                  <a:gd name="connsiteY3" fmla="*/ 577355 h 2604978"/>
                                  <a:gd name="connsiteX4" fmla="*/ 84179 w 300165"/>
                                  <a:gd name="connsiteY4" fmla="*/ 1256143 h 2604978"/>
                                  <a:gd name="connsiteX5" fmla="*/ 56130 w 300165"/>
                                  <a:gd name="connsiteY5" fmla="*/ 1901271 h 2604978"/>
                                  <a:gd name="connsiteX6" fmla="*/ 84179 w 300165"/>
                                  <a:gd name="connsiteY6" fmla="*/ 2209811 h 2604978"/>
                                  <a:gd name="connsiteX7" fmla="*/ 36327 w 300165"/>
                                  <a:gd name="connsiteY7" fmla="*/ 2574439 h 2604978"/>
                                  <a:gd name="connsiteX8" fmla="*/ 23 w 300165"/>
                                  <a:gd name="connsiteY8" fmla="*/ 2551998 h 2604978"/>
                                  <a:gd name="connsiteX9" fmla="*/ 39300 w 300165"/>
                                  <a:gd name="connsiteY9" fmla="*/ 2288349 h 2604978"/>
                                  <a:gd name="connsiteX10" fmla="*/ 16 w 300165"/>
                                  <a:gd name="connsiteY10" fmla="*/ 1930171 h 2604978"/>
                                  <a:gd name="connsiteX11" fmla="*/ 44910 w 300165"/>
                                  <a:gd name="connsiteY11" fmla="*/ 1104678 h 2604978"/>
                                  <a:gd name="connsiteX12" fmla="*/ 61739 w 300165"/>
                                  <a:gd name="connsiteY12" fmla="*/ 414670 h 2604978"/>
                                  <a:gd name="connsiteX13" fmla="*/ 106618 w 300165"/>
                                  <a:gd name="connsiteY13" fmla="*/ 235156 h 2604978"/>
                                  <a:gd name="connsiteX14" fmla="*/ 274912 w 300165"/>
                                  <a:gd name="connsiteY14" fmla="*/ 5154 h 2604978"/>
                                  <a:gd name="connsiteX0" fmla="*/ 274919 w 300172"/>
                                  <a:gd name="connsiteY0" fmla="*/ 5154 h 2654477"/>
                                  <a:gd name="connsiteX1" fmla="*/ 286139 w 300172"/>
                                  <a:gd name="connsiteY1" fmla="*/ 89301 h 2654477"/>
                                  <a:gd name="connsiteX2" fmla="*/ 145894 w 300172"/>
                                  <a:gd name="connsiteY2" fmla="*/ 251986 h 2654477"/>
                                  <a:gd name="connsiteX3" fmla="*/ 106625 w 300172"/>
                                  <a:gd name="connsiteY3" fmla="*/ 577355 h 2654477"/>
                                  <a:gd name="connsiteX4" fmla="*/ 84186 w 300172"/>
                                  <a:gd name="connsiteY4" fmla="*/ 1256143 h 2654477"/>
                                  <a:gd name="connsiteX5" fmla="*/ 56137 w 300172"/>
                                  <a:gd name="connsiteY5" fmla="*/ 1901271 h 2654477"/>
                                  <a:gd name="connsiteX6" fmla="*/ 84186 w 300172"/>
                                  <a:gd name="connsiteY6" fmla="*/ 2209811 h 2654477"/>
                                  <a:gd name="connsiteX7" fmla="*/ 36334 w 300172"/>
                                  <a:gd name="connsiteY7" fmla="*/ 2574439 h 2654477"/>
                                  <a:gd name="connsiteX8" fmla="*/ 7 w 300172"/>
                                  <a:gd name="connsiteY8" fmla="*/ 2632654 h 2654477"/>
                                  <a:gd name="connsiteX9" fmla="*/ 39307 w 300172"/>
                                  <a:gd name="connsiteY9" fmla="*/ 2288349 h 2654477"/>
                                  <a:gd name="connsiteX10" fmla="*/ 23 w 300172"/>
                                  <a:gd name="connsiteY10" fmla="*/ 1930171 h 2654477"/>
                                  <a:gd name="connsiteX11" fmla="*/ 44917 w 300172"/>
                                  <a:gd name="connsiteY11" fmla="*/ 1104678 h 2654477"/>
                                  <a:gd name="connsiteX12" fmla="*/ 61746 w 300172"/>
                                  <a:gd name="connsiteY12" fmla="*/ 414670 h 2654477"/>
                                  <a:gd name="connsiteX13" fmla="*/ 106625 w 300172"/>
                                  <a:gd name="connsiteY13" fmla="*/ 235156 h 2654477"/>
                                  <a:gd name="connsiteX14" fmla="*/ 274919 w 300172"/>
                                  <a:gd name="connsiteY14" fmla="*/ 5154 h 2654477"/>
                                  <a:gd name="connsiteX0" fmla="*/ 274968 w 300221"/>
                                  <a:gd name="connsiteY0" fmla="*/ 5154 h 2711796"/>
                                  <a:gd name="connsiteX1" fmla="*/ 286188 w 300221"/>
                                  <a:gd name="connsiteY1" fmla="*/ 89301 h 2711796"/>
                                  <a:gd name="connsiteX2" fmla="*/ 145943 w 300221"/>
                                  <a:gd name="connsiteY2" fmla="*/ 251986 h 2711796"/>
                                  <a:gd name="connsiteX3" fmla="*/ 106674 w 300221"/>
                                  <a:gd name="connsiteY3" fmla="*/ 577355 h 2711796"/>
                                  <a:gd name="connsiteX4" fmla="*/ 84235 w 300221"/>
                                  <a:gd name="connsiteY4" fmla="*/ 1256143 h 2711796"/>
                                  <a:gd name="connsiteX5" fmla="*/ 56186 w 300221"/>
                                  <a:gd name="connsiteY5" fmla="*/ 1901271 h 2711796"/>
                                  <a:gd name="connsiteX6" fmla="*/ 84235 w 300221"/>
                                  <a:gd name="connsiteY6" fmla="*/ 2209811 h 2711796"/>
                                  <a:gd name="connsiteX7" fmla="*/ 31994 w 300221"/>
                                  <a:gd name="connsiteY7" fmla="*/ 2677713 h 2711796"/>
                                  <a:gd name="connsiteX8" fmla="*/ 56 w 300221"/>
                                  <a:gd name="connsiteY8" fmla="*/ 2632654 h 2711796"/>
                                  <a:gd name="connsiteX9" fmla="*/ 39356 w 300221"/>
                                  <a:gd name="connsiteY9" fmla="*/ 2288349 h 2711796"/>
                                  <a:gd name="connsiteX10" fmla="*/ 72 w 300221"/>
                                  <a:gd name="connsiteY10" fmla="*/ 1930171 h 2711796"/>
                                  <a:gd name="connsiteX11" fmla="*/ 44966 w 300221"/>
                                  <a:gd name="connsiteY11" fmla="*/ 1104678 h 2711796"/>
                                  <a:gd name="connsiteX12" fmla="*/ 61795 w 300221"/>
                                  <a:gd name="connsiteY12" fmla="*/ 414670 h 2711796"/>
                                  <a:gd name="connsiteX13" fmla="*/ 106674 w 300221"/>
                                  <a:gd name="connsiteY13" fmla="*/ 235156 h 2711796"/>
                                  <a:gd name="connsiteX14" fmla="*/ 274968 w 300221"/>
                                  <a:gd name="connsiteY14" fmla="*/ 5154 h 27117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300221" h="2711796">
                                    <a:moveTo>
                                      <a:pt x="274968" y="5154"/>
                                    </a:moveTo>
                                    <a:cubicBezTo>
                                      <a:pt x="304887" y="-19155"/>
                                      <a:pt x="307692" y="48162"/>
                                      <a:pt x="286188" y="89301"/>
                                    </a:cubicBezTo>
                                    <a:cubicBezTo>
                                      <a:pt x="264684" y="130440"/>
                                      <a:pt x="175862" y="170644"/>
                                      <a:pt x="145943" y="251986"/>
                                    </a:cubicBezTo>
                                    <a:cubicBezTo>
                                      <a:pt x="116024" y="333328"/>
                                      <a:pt x="116959" y="409996"/>
                                      <a:pt x="106674" y="577355"/>
                                    </a:cubicBezTo>
                                    <a:cubicBezTo>
                                      <a:pt x="96389" y="744715"/>
                                      <a:pt x="92650" y="1035490"/>
                                      <a:pt x="84235" y="1256143"/>
                                    </a:cubicBezTo>
                                    <a:cubicBezTo>
                                      <a:pt x="75820" y="1476796"/>
                                      <a:pt x="56186" y="1742326"/>
                                      <a:pt x="56186" y="1901271"/>
                                    </a:cubicBezTo>
                                    <a:cubicBezTo>
                                      <a:pt x="56186" y="2060216"/>
                                      <a:pt x="88267" y="2080404"/>
                                      <a:pt x="84235" y="2209811"/>
                                    </a:cubicBezTo>
                                    <a:cubicBezTo>
                                      <a:pt x="80203" y="2339218"/>
                                      <a:pt x="46024" y="2607239"/>
                                      <a:pt x="31994" y="2677713"/>
                                    </a:cubicBezTo>
                                    <a:cubicBezTo>
                                      <a:pt x="17964" y="2748187"/>
                                      <a:pt x="-1171" y="2697548"/>
                                      <a:pt x="56" y="2632654"/>
                                    </a:cubicBezTo>
                                    <a:cubicBezTo>
                                      <a:pt x="1283" y="2567760"/>
                                      <a:pt x="39353" y="2405429"/>
                                      <a:pt x="39356" y="2288349"/>
                                    </a:cubicBezTo>
                                    <a:cubicBezTo>
                                      <a:pt x="39359" y="2171269"/>
                                      <a:pt x="-863" y="2127449"/>
                                      <a:pt x="72" y="1930171"/>
                                    </a:cubicBezTo>
                                    <a:cubicBezTo>
                                      <a:pt x="1007" y="1732893"/>
                                      <a:pt x="34679" y="1357261"/>
                                      <a:pt x="44966" y="1104678"/>
                                    </a:cubicBezTo>
                                    <a:cubicBezTo>
                                      <a:pt x="55253" y="852095"/>
                                      <a:pt x="51510" y="559590"/>
                                      <a:pt x="61795" y="414670"/>
                                    </a:cubicBezTo>
                                    <a:cubicBezTo>
                                      <a:pt x="72080" y="269750"/>
                                      <a:pt x="73950" y="302474"/>
                                      <a:pt x="106674" y="235156"/>
                                    </a:cubicBezTo>
                                    <a:cubicBezTo>
                                      <a:pt x="139398" y="167838"/>
                                      <a:pt x="245049" y="29463"/>
                                      <a:pt x="274968" y="51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69" o:spid="_x0000_s1026" style="position:absolute;margin-left:162.55pt;margin-top:83.8pt;width:23.6pt;height:213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coordsize="300221,2711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" path="m274968,5154v29919,-24309,32724,43008,11220,84147c264684,130440,175862,170644,145943,251986v-29919,81342,-28984,158010,-39269,325369c96389,744715,92650,1035490,84235,1256143v-8415,220653,-28049,486183,-28049,645128c56186,2060216,88267,2080404,84235,2209811v-4032,129407,-38211,397428,-52241,467902c17964,2748187,-1171,2697548,56,2632654v1227,-64894,39297,-227225,39300,-344305c39359,2171269,-863,2127449,72,1930171v935,-197278,34607,-572910,44894,-825493c55253,852095,51510,559590,61795,414670,72080,269750,73950,302474,106674,235156,139398,167838,245049,29463,274968,5154xe" fillcolor="red" strokecolor="red" strokeweight="1pt">
                      <v:stroke joinstyle="miter"/>
                      <v:path arrowok="t" o:connecttype="custom" o:connectlocs="274575,5154;285779,89294;145734,251966;106522,577309;84115,1256042;56106,1901119;84115,2209634;31948,2677499;56,2632443;39300,2288166;72,1930017;44902,1104590;61707,414637;106522,235137;274575,5154" o:connectangles="0,0,0,0,0,0,0,0,0,0,0,0,0,0,0"/>
                      <w10:wrap anchory="page"/>
                    </v:shape>
                  </w:pict>
                </mc:Fallback>
              </mc:AlternateContent>
            </w:r>
            <w:r w:rsidR="00DD5E5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8820B6" wp14:editId="2E5BA4C2">
                      <wp:simplePos x="0" y="0"/>
                      <wp:positionH relativeFrom="column">
                        <wp:posOffset>4691380</wp:posOffset>
                      </wp:positionH>
                      <wp:positionV relativeFrom="page">
                        <wp:posOffset>3063240</wp:posOffset>
                      </wp:positionV>
                      <wp:extent cx="131445" cy="1959610"/>
                      <wp:effectExtent l="0" t="0" r="20955" b="21590"/>
                      <wp:wrapNone/>
                      <wp:docPr id="29" name="Freeform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959610"/>
                              </a:xfrm>
                              <a:custGeom>
                                <a:avLst/>
                                <a:gdLst>
                                  <a:gd name="connsiteX0" fmla="*/ 11966 w 131889"/>
                                  <a:gd name="connsiteY0" fmla="*/ 16576 h 2040488"/>
                                  <a:gd name="connsiteX1" fmla="*/ 80678 w 131889"/>
                                  <a:gd name="connsiteY1" fmla="*/ 16576 h 2040488"/>
                                  <a:gd name="connsiteX2" fmla="*/ 96535 w 131889"/>
                                  <a:gd name="connsiteY2" fmla="*/ 164572 h 2040488"/>
                                  <a:gd name="connsiteX3" fmla="*/ 128248 w 131889"/>
                                  <a:gd name="connsiteY3" fmla="*/ 227998 h 2040488"/>
                                  <a:gd name="connsiteX4" fmla="*/ 128248 w 131889"/>
                                  <a:gd name="connsiteY4" fmla="*/ 338995 h 2040488"/>
                                  <a:gd name="connsiteX5" fmla="*/ 101820 w 131889"/>
                                  <a:gd name="connsiteY5" fmla="*/ 471133 h 2040488"/>
                                  <a:gd name="connsiteX6" fmla="*/ 80678 w 131889"/>
                                  <a:gd name="connsiteY6" fmla="*/ 682555 h 2040488"/>
                                  <a:gd name="connsiteX7" fmla="*/ 59536 w 131889"/>
                                  <a:gd name="connsiteY7" fmla="*/ 851693 h 2040488"/>
                                  <a:gd name="connsiteX8" fmla="*/ 33108 w 131889"/>
                                  <a:gd name="connsiteY8" fmla="*/ 1279822 h 2040488"/>
                                  <a:gd name="connsiteX9" fmla="*/ 17251 w 131889"/>
                                  <a:gd name="connsiteY9" fmla="*/ 1485959 h 2040488"/>
                                  <a:gd name="connsiteX10" fmla="*/ 43679 w 131889"/>
                                  <a:gd name="connsiteY10" fmla="*/ 1639240 h 2040488"/>
                                  <a:gd name="connsiteX11" fmla="*/ 43679 w 131889"/>
                                  <a:gd name="connsiteY11" fmla="*/ 1787235 h 2040488"/>
                                  <a:gd name="connsiteX12" fmla="*/ 27822 w 131889"/>
                                  <a:gd name="connsiteY12" fmla="*/ 2009228 h 2040488"/>
                                  <a:gd name="connsiteX13" fmla="*/ 1395 w 131889"/>
                                  <a:gd name="connsiteY13" fmla="*/ 2019799 h 2040488"/>
                                  <a:gd name="connsiteX14" fmla="*/ 17251 w 131889"/>
                                  <a:gd name="connsiteY14" fmla="*/ 1829520 h 2040488"/>
                                  <a:gd name="connsiteX15" fmla="*/ 1395 w 131889"/>
                                  <a:gd name="connsiteY15" fmla="*/ 1618098 h 2040488"/>
                                  <a:gd name="connsiteX16" fmla="*/ 1395 w 131889"/>
                                  <a:gd name="connsiteY16" fmla="*/ 1433103 h 2040488"/>
                                  <a:gd name="connsiteX17" fmla="*/ 6680 w 131889"/>
                                  <a:gd name="connsiteY17" fmla="*/ 1168826 h 2040488"/>
                                  <a:gd name="connsiteX18" fmla="*/ 22537 w 131889"/>
                                  <a:gd name="connsiteY18" fmla="*/ 862264 h 2040488"/>
                                  <a:gd name="connsiteX19" fmla="*/ 48965 w 131889"/>
                                  <a:gd name="connsiteY19" fmla="*/ 555702 h 2040488"/>
                                  <a:gd name="connsiteX20" fmla="*/ 85963 w 131889"/>
                                  <a:gd name="connsiteY20" fmla="*/ 344280 h 2040488"/>
                                  <a:gd name="connsiteX21" fmla="*/ 27822 w 131889"/>
                                  <a:gd name="connsiteY21" fmla="*/ 132858 h 2040488"/>
                                  <a:gd name="connsiteX22" fmla="*/ 11966 w 131889"/>
                                  <a:gd name="connsiteY22" fmla="*/ 16576 h 2040488"/>
                                  <a:gd name="connsiteX0" fmla="*/ 11966 w 131889"/>
                                  <a:gd name="connsiteY0" fmla="*/ 16576 h 2040488"/>
                                  <a:gd name="connsiteX1" fmla="*/ 80678 w 131889"/>
                                  <a:gd name="connsiteY1" fmla="*/ 16576 h 2040488"/>
                                  <a:gd name="connsiteX2" fmla="*/ 96535 w 131889"/>
                                  <a:gd name="connsiteY2" fmla="*/ 164572 h 2040488"/>
                                  <a:gd name="connsiteX3" fmla="*/ 128248 w 131889"/>
                                  <a:gd name="connsiteY3" fmla="*/ 227998 h 2040488"/>
                                  <a:gd name="connsiteX4" fmla="*/ 128248 w 131889"/>
                                  <a:gd name="connsiteY4" fmla="*/ 338995 h 2040488"/>
                                  <a:gd name="connsiteX5" fmla="*/ 101820 w 131889"/>
                                  <a:gd name="connsiteY5" fmla="*/ 471133 h 2040488"/>
                                  <a:gd name="connsiteX6" fmla="*/ 80678 w 131889"/>
                                  <a:gd name="connsiteY6" fmla="*/ 682555 h 2040488"/>
                                  <a:gd name="connsiteX7" fmla="*/ 59536 w 131889"/>
                                  <a:gd name="connsiteY7" fmla="*/ 851693 h 2040488"/>
                                  <a:gd name="connsiteX8" fmla="*/ 33108 w 131889"/>
                                  <a:gd name="connsiteY8" fmla="*/ 1279822 h 2040488"/>
                                  <a:gd name="connsiteX9" fmla="*/ 17251 w 131889"/>
                                  <a:gd name="connsiteY9" fmla="*/ 1485959 h 2040488"/>
                                  <a:gd name="connsiteX10" fmla="*/ 27768 w 131889"/>
                                  <a:gd name="connsiteY10" fmla="*/ 1649812 h 2040488"/>
                                  <a:gd name="connsiteX11" fmla="*/ 43679 w 131889"/>
                                  <a:gd name="connsiteY11" fmla="*/ 1787235 h 2040488"/>
                                  <a:gd name="connsiteX12" fmla="*/ 27822 w 131889"/>
                                  <a:gd name="connsiteY12" fmla="*/ 2009228 h 2040488"/>
                                  <a:gd name="connsiteX13" fmla="*/ 1395 w 131889"/>
                                  <a:gd name="connsiteY13" fmla="*/ 2019799 h 2040488"/>
                                  <a:gd name="connsiteX14" fmla="*/ 17251 w 131889"/>
                                  <a:gd name="connsiteY14" fmla="*/ 1829520 h 2040488"/>
                                  <a:gd name="connsiteX15" fmla="*/ 1395 w 131889"/>
                                  <a:gd name="connsiteY15" fmla="*/ 1618098 h 2040488"/>
                                  <a:gd name="connsiteX16" fmla="*/ 1395 w 131889"/>
                                  <a:gd name="connsiteY16" fmla="*/ 1433103 h 2040488"/>
                                  <a:gd name="connsiteX17" fmla="*/ 6680 w 131889"/>
                                  <a:gd name="connsiteY17" fmla="*/ 1168826 h 2040488"/>
                                  <a:gd name="connsiteX18" fmla="*/ 22537 w 131889"/>
                                  <a:gd name="connsiteY18" fmla="*/ 862264 h 2040488"/>
                                  <a:gd name="connsiteX19" fmla="*/ 48965 w 131889"/>
                                  <a:gd name="connsiteY19" fmla="*/ 555702 h 2040488"/>
                                  <a:gd name="connsiteX20" fmla="*/ 85963 w 131889"/>
                                  <a:gd name="connsiteY20" fmla="*/ 344280 h 2040488"/>
                                  <a:gd name="connsiteX21" fmla="*/ 27822 w 131889"/>
                                  <a:gd name="connsiteY21" fmla="*/ 132858 h 2040488"/>
                                  <a:gd name="connsiteX22" fmla="*/ 11966 w 131889"/>
                                  <a:gd name="connsiteY22" fmla="*/ 16576 h 2040488"/>
                                  <a:gd name="connsiteX0" fmla="*/ 11966 w 131889"/>
                                  <a:gd name="connsiteY0" fmla="*/ 16576 h 2021712"/>
                                  <a:gd name="connsiteX1" fmla="*/ 80678 w 131889"/>
                                  <a:gd name="connsiteY1" fmla="*/ 16576 h 2021712"/>
                                  <a:gd name="connsiteX2" fmla="*/ 96535 w 131889"/>
                                  <a:gd name="connsiteY2" fmla="*/ 164572 h 2021712"/>
                                  <a:gd name="connsiteX3" fmla="*/ 128248 w 131889"/>
                                  <a:gd name="connsiteY3" fmla="*/ 227998 h 2021712"/>
                                  <a:gd name="connsiteX4" fmla="*/ 128248 w 131889"/>
                                  <a:gd name="connsiteY4" fmla="*/ 338995 h 2021712"/>
                                  <a:gd name="connsiteX5" fmla="*/ 101820 w 131889"/>
                                  <a:gd name="connsiteY5" fmla="*/ 471133 h 2021712"/>
                                  <a:gd name="connsiteX6" fmla="*/ 80678 w 131889"/>
                                  <a:gd name="connsiteY6" fmla="*/ 682555 h 2021712"/>
                                  <a:gd name="connsiteX7" fmla="*/ 59536 w 131889"/>
                                  <a:gd name="connsiteY7" fmla="*/ 851693 h 2021712"/>
                                  <a:gd name="connsiteX8" fmla="*/ 33108 w 131889"/>
                                  <a:gd name="connsiteY8" fmla="*/ 1279822 h 2021712"/>
                                  <a:gd name="connsiteX9" fmla="*/ 17251 w 131889"/>
                                  <a:gd name="connsiteY9" fmla="*/ 1485959 h 2021712"/>
                                  <a:gd name="connsiteX10" fmla="*/ 27768 w 131889"/>
                                  <a:gd name="connsiteY10" fmla="*/ 1649812 h 2021712"/>
                                  <a:gd name="connsiteX11" fmla="*/ 43679 w 131889"/>
                                  <a:gd name="connsiteY11" fmla="*/ 1787235 h 2021712"/>
                                  <a:gd name="connsiteX12" fmla="*/ 26870 w 131889"/>
                                  <a:gd name="connsiteY12" fmla="*/ 1919363 h 2021712"/>
                                  <a:gd name="connsiteX13" fmla="*/ 1395 w 131889"/>
                                  <a:gd name="connsiteY13" fmla="*/ 2019799 h 2021712"/>
                                  <a:gd name="connsiteX14" fmla="*/ 17251 w 131889"/>
                                  <a:gd name="connsiteY14" fmla="*/ 1829520 h 2021712"/>
                                  <a:gd name="connsiteX15" fmla="*/ 1395 w 131889"/>
                                  <a:gd name="connsiteY15" fmla="*/ 1618098 h 2021712"/>
                                  <a:gd name="connsiteX16" fmla="*/ 1395 w 131889"/>
                                  <a:gd name="connsiteY16" fmla="*/ 1433103 h 2021712"/>
                                  <a:gd name="connsiteX17" fmla="*/ 6680 w 131889"/>
                                  <a:gd name="connsiteY17" fmla="*/ 1168826 h 2021712"/>
                                  <a:gd name="connsiteX18" fmla="*/ 22537 w 131889"/>
                                  <a:gd name="connsiteY18" fmla="*/ 862264 h 2021712"/>
                                  <a:gd name="connsiteX19" fmla="*/ 48965 w 131889"/>
                                  <a:gd name="connsiteY19" fmla="*/ 555702 h 2021712"/>
                                  <a:gd name="connsiteX20" fmla="*/ 85963 w 131889"/>
                                  <a:gd name="connsiteY20" fmla="*/ 344280 h 2021712"/>
                                  <a:gd name="connsiteX21" fmla="*/ 27822 w 131889"/>
                                  <a:gd name="connsiteY21" fmla="*/ 132858 h 2021712"/>
                                  <a:gd name="connsiteX22" fmla="*/ 11966 w 131889"/>
                                  <a:gd name="connsiteY22" fmla="*/ 16576 h 2021712"/>
                                  <a:gd name="connsiteX0" fmla="*/ 12063 w 131986"/>
                                  <a:gd name="connsiteY0" fmla="*/ 16576 h 1960446"/>
                                  <a:gd name="connsiteX1" fmla="*/ 80775 w 131986"/>
                                  <a:gd name="connsiteY1" fmla="*/ 16576 h 1960446"/>
                                  <a:gd name="connsiteX2" fmla="*/ 96632 w 131986"/>
                                  <a:gd name="connsiteY2" fmla="*/ 164572 h 1960446"/>
                                  <a:gd name="connsiteX3" fmla="*/ 128345 w 131986"/>
                                  <a:gd name="connsiteY3" fmla="*/ 227998 h 1960446"/>
                                  <a:gd name="connsiteX4" fmla="*/ 128345 w 131986"/>
                                  <a:gd name="connsiteY4" fmla="*/ 338995 h 1960446"/>
                                  <a:gd name="connsiteX5" fmla="*/ 101917 w 131986"/>
                                  <a:gd name="connsiteY5" fmla="*/ 471133 h 1960446"/>
                                  <a:gd name="connsiteX6" fmla="*/ 80775 w 131986"/>
                                  <a:gd name="connsiteY6" fmla="*/ 682555 h 1960446"/>
                                  <a:gd name="connsiteX7" fmla="*/ 59633 w 131986"/>
                                  <a:gd name="connsiteY7" fmla="*/ 851693 h 1960446"/>
                                  <a:gd name="connsiteX8" fmla="*/ 33205 w 131986"/>
                                  <a:gd name="connsiteY8" fmla="*/ 1279822 h 1960446"/>
                                  <a:gd name="connsiteX9" fmla="*/ 17348 w 131986"/>
                                  <a:gd name="connsiteY9" fmla="*/ 1485959 h 1960446"/>
                                  <a:gd name="connsiteX10" fmla="*/ 27865 w 131986"/>
                                  <a:gd name="connsiteY10" fmla="*/ 1649812 h 1960446"/>
                                  <a:gd name="connsiteX11" fmla="*/ 43776 w 131986"/>
                                  <a:gd name="connsiteY11" fmla="*/ 1787235 h 1960446"/>
                                  <a:gd name="connsiteX12" fmla="*/ 26967 w 131986"/>
                                  <a:gd name="connsiteY12" fmla="*/ 1919363 h 1960446"/>
                                  <a:gd name="connsiteX13" fmla="*/ 97 w 131986"/>
                                  <a:gd name="connsiteY13" fmla="*/ 1955761 h 1960446"/>
                                  <a:gd name="connsiteX14" fmla="*/ 17348 w 131986"/>
                                  <a:gd name="connsiteY14" fmla="*/ 1829520 h 1960446"/>
                                  <a:gd name="connsiteX15" fmla="*/ 1492 w 131986"/>
                                  <a:gd name="connsiteY15" fmla="*/ 1618098 h 1960446"/>
                                  <a:gd name="connsiteX16" fmla="*/ 1492 w 131986"/>
                                  <a:gd name="connsiteY16" fmla="*/ 1433103 h 1960446"/>
                                  <a:gd name="connsiteX17" fmla="*/ 6777 w 131986"/>
                                  <a:gd name="connsiteY17" fmla="*/ 1168826 h 1960446"/>
                                  <a:gd name="connsiteX18" fmla="*/ 22634 w 131986"/>
                                  <a:gd name="connsiteY18" fmla="*/ 862264 h 1960446"/>
                                  <a:gd name="connsiteX19" fmla="*/ 49062 w 131986"/>
                                  <a:gd name="connsiteY19" fmla="*/ 555702 h 1960446"/>
                                  <a:gd name="connsiteX20" fmla="*/ 86060 w 131986"/>
                                  <a:gd name="connsiteY20" fmla="*/ 344280 h 1960446"/>
                                  <a:gd name="connsiteX21" fmla="*/ 27919 w 131986"/>
                                  <a:gd name="connsiteY21" fmla="*/ 132858 h 1960446"/>
                                  <a:gd name="connsiteX22" fmla="*/ 12063 w 131986"/>
                                  <a:gd name="connsiteY22" fmla="*/ 16576 h 19604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31986" h="1960446">
                                    <a:moveTo>
                                      <a:pt x="12063" y="16576"/>
                                    </a:moveTo>
                                    <a:cubicBezTo>
                                      <a:pt x="20872" y="-2804"/>
                                      <a:pt x="66680" y="-8090"/>
                                      <a:pt x="80775" y="16576"/>
                                    </a:cubicBezTo>
                                    <a:cubicBezTo>
                                      <a:pt x="94870" y="41242"/>
                                      <a:pt x="88704" y="129335"/>
                                      <a:pt x="96632" y="164572"/>
                                    </a:cubicBezTo>
                                    <a:cubicBezTo>
                                      <a:pt x="104560" y="199809"/>
                                      <a:pt x="123060" y="198928"/>
                                      <a:pt x="128345" y="227998"/>
                                    </a:cubicBezTo>
                                    <a:cubicBezTo>
                                      <a:pt x="133630" y="257068"/>
                                      <a:pt x="132750" y="298473"/>
                                      <a:pt x="128345" y="338995"/>
                                    </a:cubicBezTo>
                                    <a:cubicBezTo>
                                      <a:pt x="123940" y="379518"/>
                                      <a:pt x="109845" y="413873"/>
                                      <a:pt x="101917" y="471133"/>
                                    </a:cubicBezTo>
                                    <a:cubicBezTo>
                                      <a:pt x="93989" y="528393"/>
                                      <a:pt x="87822" y="619129"/>
                                      <a:pt x="80775" y="682555"/>
                                    </a:cubicBezTo>
                                    <a:cubicBezTo>
                                      <a:pt x="73728" y="745981"/>
                                      <a:pt x="67561" y="752149"/>
                                      <a:pt x="59633" y="851693"/>
                                    </a:cubicBezTo>
                                    <a:cubicBezTo>
                                      <a:pt x="51705" y="951238"/>
                                      <a:pt x="40252" y="1174111"/>
                                      <a:pt x="33205" y="1279822"/>
                                    </a:cubicBezTo>
                                    <a:cubicBezTo>
                                      <a:pt x="26158" y="1385533"/>
                                      <a:pt x="18238" y="1424294"/>
                                      <a:pt x="17348" y="1485959"/>
                                    </a:cubicBezTo>
                                    <a:cubicBezTo>
                                      <a:pt x="16458" y="1547624"/>
                                      <a:pt x="23460" y="1599600"/>
                                      <a:pt x="27865" y="1649812"/>
                                    </a:cubicBezTo>
                                    <a:cubicBezTo>
                                      <a:pt x="32270" y="1700024"/>
                                      <a:pt x="43926" y="1742310"/>
                                      <a:pt x="43776" y="1787235"/>
                                    </a:cubicBezTo>
                                    <a:cubicBezTo>
                                      <a:pt x="43626" y="1832160"/>
                                      <a:pt x="34247" y="1891275"/>
                                      <a:pt x="26967" y="1919363"/>
                                    </a:cubicBezTo>
                                    <a:cubicBezTo>
                                      <a:pt x="19687" y="1947451"/>
                                      <a:pt x="1700" y="1970735"/>
                                      <a:pt x="97" y="1955761"/>
                                    </a:cubicBezTo>
                                    <a:cubicBezTo>
                                      <a:pt x="-1506" y="1940787"/>
                                      <a:pt x="17116" y="1885797"/>
                                      <a:pt x="17348" y="1829520"/>
                                    </a:cubicBezTo>
                                    <a:cubicBezTo>
                                      <a:pt x="17580" y="1773243"/>
                                      <a:pt x="4135" y="1684167"/>
                                      <a:pt x="1492" y="1618098"/>
                                    </a:cubicBezTo>
                                    <a:cubicBezTo>
                                      <a:pt x="-1151" y="1552029"/>
                                      <a:pt x="611" y="1507982"/>
                                      <a:pt x="1492" y="1433103"/>
                                    </a:cubicBezTo>
                                    <a:cubicBezTo>
                                      <a:pt x="2373" y="1358224"/>
                                      <a:pt x="3253" y="1263966"/>
                                      <a:pt x="6777" y="1168826"/>
                                    </a:cubicBezTo>
                                    <a:cubicBezTo>
                                      <a:pt x="10301" y="1073686"/>
                                      <a:pt x="15587" y="964451"/>
                                      <a:pt x="22634" y="862264"/>
                                    </a:cubicBezTo>
                                    <a:cubicBezTo>
                                      <a:pt x="29681" y="760077"/>
                                      <a:pt x="38491" y="642033"/>
                                      <a:pt x="49062" y="555702"/>
                                    </a:cubicBezTo>
                                    <a:cubicBezTo>
                                      <a:pt x="59633" y="469371"/>
                                      <a:pt x="89584" y="414754"/>
                                      <a:pt x="86060" y="344280"/>
                                    </a:cubicBezTo>
                                    <a:cubicBezTo>
                                      <a:pt x="82536" y="273806"/>
                                      <a:pt x="37609" y="189237"/>
                                      <a:pt x="27919" y="132858"/>
                                    </a:cubicBezTo>
                                    <a:cubicBezTo>
                                      <a:pt x="18229" y="76479"/>
                                      <a:pt x="3254" y="35956"/>
                                      <a:pt x="12063" y="1657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9" o:spid="_x0000_s1026" style="position:absolute;margin-left:369.4pt;margin-top:241.2pt;width:10.35pt;height:154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coordsize="131986,1960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" path="m12063,16576v8809,-19380,54617,-24666,68712,c94870,41242,88704,129335,96632,164572v7928,35237,26428,34356,31713,63426c133630,257068,132750,298473,128345,338995v-4405,40523,-18500,74878,-26428,132138c93989,528393,87822,619129,80775,682555,73728,745981,67561,752149,59633,851693v-7928,99545,-19381,322418,-26428,428129c26158,1385533,18238,1424294,17348,1485959v-890,61665,6112,113641,10517,163853c32270,1700024,43926,1742310,43776,1787235v-150,44925,-9529,104040,-16809,132128c19687,1947451,1700,1970735,97,1955761v-1603,-14974,17019,-69964,17251,-126241c17580,1773243,4135,1684167,1492,1618098v-2643,-66069,-881,-110116,,-184995c2373,1358224,3253,1263966,6777,1168826v3524,-95140,8810,-204375,15857,-306562c29681,760077,38491,642033,49062,555702,59633,469371,89584,414754,86060,344280,82536,273806,37609,189237,27919,132858,18229,76479,3254,35956,12063,16576xe" fillcolor="red" strokecolor="red" strokeweight=".25pt">
                      <v:stroke joinstyle="miter"/>
                      <v:path arrowok="t" o:connecttype="custom" o:connectlocs="12014,16569;80444,16569;96236,164502;127819,227901;127819,338850;101499,470932;80444,682264;59389,851330;33069,1279276;17277,1485325;27751,1649108;43597,1786473;26856,1918545;97,1954927;17277,1828740;1486,1617408;1486,1432492;6749,1168328;22541,861896;48861,555465;85707,344133;27805,132801;12014,16569" o:connectangles="0,0,0,0,0,0,0,0,0,0,0,0,0,0,0,0,0,0,0,0,0,0,0"/>
                      <w10:wrap anchory="page"/>
                    </v:shape>
                  </w:pict>
                </mc:Fallback>
              </mc:AlternateContent>
            </w:r>
            <w:r w:rsidR="004440F7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CCC7AA0" wp14:editId="1B88FEEE">
                      <wp:simplePos x="0" y="0"/>
                      <wp:positionH relativeFrom="column">
                        <wp:posOffset>4554837</wp:posOffset>
                      </wp:positionH>
                      <wp:positionV relativeFrom="page">
                        <wp:posOffset>3823838</wp:posOffset>
                      </wp:positionV>
                      <wp:extent cx="52856" cy="84569"/>
                      <wp:effectExtent l="0" t="0" r="23495" b="29845"/>
                      <wp:wrapNone/>
                      <wp:docPr id="67" name="Straight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856" cy="84569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358.65pt,301.1pt" to="362.8pt,3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" strokecolor="red" strokeweight="1.5pt">
                      <v:stroke joinstyle="miter"/>
                      <w10:wrap anchory="page"/>
                    </v:line>
                  </w:pict>
                </mc:Fallback>
              </mc:AlternateContent>
            </w:r>
            <w:r w:rsidR="004440F7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1A8A9C7" wp14:editId="6E8635C5">
                      <wp:simplePos x="0" y="0"/>
                      <wp:positionH relativeFrom="column">
                        <wp:posOffset>4591883</wp:posOffset>
                      </wp:positionH>
                      <wp:positionV relativeFrom="page">
                        <wp:posOffset>3819334</wp:posOffset>
                      </wp:positionV>
                      <wp:extent cx="52856" cy="84569"/>
                      <wp:effectExtent l="0" t="0" r="23495" b="29845"/>
                      <wp:wrapNone/>
                      <wp:docPr id="66" name="Straight Connecto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856" cy="84569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361.55pt,300.75pt" to="365.7pt,3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" strokecolor="red" strokeweight="1.5pt">
                      <v:stroke joinstyle="miter"/>
                      <w10:wrap anchory="page"/>
                    </v:line>
                  </w:pict>
                </mc:Fallback>
              </mc:AlternateContent>
            </w:r>
            <w:r w:rsidR="004440F7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C9B7C9" wp14:editId="2E9C5F2E">
                      <wp:simplePos x="0" y="0"/>
                      <wp:positionH relativeFrom="column">
                        <wp:posOffset>4607740</wp:posOffset>
                      </wp:positionH>
                      <wp:positionV relativeFrom="page">
                        <wp:posOffset>3782335</wp:posOffset>
                      </wp:positionV>
                      <wp:extent cx="116282" cy="73998"/>
                      <wp:effectExtent l="0" t="0" r="17145" b="21590"/>
                      <wp:wrapNone/>
                      <wp:docPr id="65" name="Freeform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82" cy="73998"/>
                              </a:xfrm>
                              <a:custGeom>
                                <a:avLst/>
                                <a:gdLst>
                                  <a:gd name="connsiteX0" fmla="*/ 116282 w 116282"/>
                                  <a:gd name="connsiteY0" fmla="*/ 0 h 73998"/>
                                  <a:gd name="connsiteX1" fmla="*/ 89854 w 116282"/>
                                  <a:gd name="connsiteY1" fmla="*/ 5286 h 73998"/>
                                  <a:gd name="connsiteX2" fmla="*/ 58141 w 116282"/>
                                  <a:gd name="connsiteY2" fmla="*/ 10571 h 73998"/>
                                  <a:gd name="connsiteX3" fmla="*/ 42284 w 116282"/>
                                  <a:gd name="connsiteY3" fmla="*/ 21142 h 73998"/>
                                  <a:gd name="connsiteX4" fmla="*/ 36999 w 116282"/>
                                  <a:gd name="connsiteY4" fmla="*/ 36999 h 73998"/>
                                  <a:gd name="connsiteX5" fmla="*/ 31713 w 116282"/>
                                  <a:gd name="connsiteY5" fmla="*/ 58141 h 73998"/>
                                  <a:gd name="connsiteX6" fmla="*/ 15857 w 116282"/>
                                  <a:gd name="connsiteY6" fmla="*/ 68712 h 73998"/>
                                  <a:gd name="connsiteX7" fmla="*/ 0 w 116282"/>
                                  <a:gd name="connsiteY7" fmla="*/ 73998 h 73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16282" h="73998">
                                    <a:moveTo>
                                      <a:pt x="116282" y="0"/>
                                    </a:moveTo>
                                    <a:lnTo>
                                      <a:pt x="89854" y="5286"/>
                                    </a:lnTo>
                                    <a:cubicBezTo>
                                      <a:pt x="79310" y="7203"/>
                                      <a:pt x="68308" y="7182"/>
                                      <a:pt x="58141" y="10571"/>
                                    </a:cubicBezTo>
                                    <a:cubicBezTo>
                                      <a:pt x="52114" y="12580"/>
                                      <a:pt x="47570" y="17618"/>
                                      <a:pt x="42284" y="21142"/>
                                    </a:cubicBezTo>
                                    <a:cubicBezTo>
                                      <a:pt x="40522" y="26428"/>
                                      <a:pt x="38530" y="31642"/>
                                      <a:pt x="36999" y="36999"/>
                                    </a:cubicBezTo>
                                    <a:cubicBezTo>
                                      <a:pt x="35003" y="43984"/>
                                      <a:pt x="35742" y="52097"/>
                                      <a:pt x="31713" y="58141"/>
                                    </a:cubicBezTo>
                                    <a:cubicBezTo>
                                      <a:pt x="28189" y="63426"/>
                                      <a:pt x="21539" y="65871"/>
                                      <a:pt x="15857" y="68712"/>
                                    </a:cubicBezTo>
                                    <a:cubicBezTo>
                                      <a:pt x="10874" y="71204"/>
                                      <a:pt x="0" y="73998"/>
                                      <a:pt x="0" y="73998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65" o:spid="_x0000_s1026" style="position:absolute;margin-left:362.8pt;margin-top:297.8pt;width:9.15pt;height:5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16282,73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" path="m116282,l89854,5286c79310,7203,68308,7182,58141,10571,52114,12580,47570,17618,42284,21142v-1762,5286,-3754,10500,-5285,15857c35003,43984,35742,52097,31713,58141,28189,63426,21539,65871,15857,68712,10874,71204,,73998,,73998e" filled="f" strokecolor="red" strokeweight="1.5pt">
                      <v:stroke joinstyle="miter"/>
                      <v:path arrowok="t" o:connecttype="custom" o:connectlocs="116282,0;89854,5286;58141,10571;42284,21142;36999,36999;31713,58141;15857,68712;0,73998" o:connectangles="0,0,0,0,0,0,0,0"/>
                      <w10:wrap anchory="page"/>
                    </v:shape>
                  </w:pict>
                </mc:Fallback>
              </mc:AlternateContent>
            </w:r>
            <w:r w:rsidR="004440F7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FC344A" wp14:editId="496EC6C9">
                      <wp:simplePos x="0" y="0"/>
                      <wp:positionH relativeFrom="column">
                        <wp:posOffset>4531360</wp:posOffset>
                      </wp:positionH>
                      <wp:positionV relativeFrom="page">
                        <wp:posOffset>5016500</wp:posOffset>
                      </wp:positionV>
                      <wp:extent cx="165100" cy="200660"/>
                      <wp:effectExtent l="19050" t="19050" r="63500" b="27940"/>
                      <wp:wrapNone/>
                      <wp:docPr id="31" name="Freeform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200660"/>
                              </a:xfrm>
                              <a:custGeom>
                                <a:avLst/>
                                <a:gdLst>
                                  <a:gd name="connsiteX0" fmla="*/ 165291 w 165291"/>
                                  <a:gd name="connsiteY0" fmla="*/ 5455 h 201021"/>
                                  <a:gd name="connsiteX1" fmla="*/ 138864 w 165291"/>
                                  <a:gd name="connsiteY1" fmla="*/ 170 h 201021"/>
                                  <a:gd name="connsiteX2" fmla="*/ 128292 w 165291"/>
                                  <a:gd name="connsiteY2" fmla="*/ 31883 h 201021"/>
                                  <a:gd name="connsiteX3" fmla="*/ 138864 w 165291"/>
                                  <a:gd name="connsiteY3" fmla="*/ 42454 h 201021"/>
                                  <a:gd name="connsiteX4" fmla="*/ 101865 w 165291"/>
                                  <a:gd name="connsiteY4" fmla="*/ 58311 h 201021"/>
                                  <a:gd name="connsiteX5" fmla="*/ 86008 w 165291"/>
                                  <a:gd name="connsiteY5" fmla="*/ 63596 h 201021"/>
                                  <a:gd name="connsiteX6" fmla="*/ 138864 w 165291"/>
                                  <a:gd name="connsiteY6" fmla="*/ 100595 h 201021"/>
                                  <a:gd name="connsiteX7" fmla="*/ 154720 w 165291"/>
                                  <a:gd name="connsiteY7" fmla="*/ 105881 h 201021"/>
                                  <a:gd name="connsiteX8" fmla="*/ 138864 w 165291"/>
                                  <a:gd name="connsiteY8" fmla="*/ 111166 h 201021"/>
                                  <a:gd name="connsiteX9" fmla="*/ 75437 w 165291"/>
                                  <a:gd name="connsiteY9" fmla="*/ 47740 h 201021"/>
                                  <a:gd name="connsiteX10" fmla="*/ 59580 w 165291"/>
                                  <a:gd name="connsiteY10" fmla="*/ 53025 h 201021"/>
                                  <a:gd name="connsiteX11" fmla="*/ 54295 w 165291"/>
                                  <a:gd name="connsiteY11" fmla="*/ 68882 h 201021"/>
                                  <a:gd name="connsiteX12" fmla="*/ 49009 w 165291"/>
                                  <a:gd name="connsiteY12" fmla="*/ 105881 h 201021"/>
                                  <a:gd name="connsiteX13" fmla="*/ 12010 w 165291"/>
                                  <a:gd name="connsiteY13" fmla="*/ 142880 h 201021"/>
                                  <a:gd name="connsiteX14" fmla="*/ 1439 w 165291"/>
                                  <a:gd name="connsiteY14" fmla="*/ 158736 h 201021"/>
                                  <a:gd name="connsiteX15" fmla="*/ 33153 w 165291"/>
                                  <a:gd name="connsiteY15" fmla="*/ 153451 h 201021"/>
                                  <a:gd name="connsiteX16" fmla="*/ 70151 w 165291"/>
                                  <a:gd name="connsiteY16" fmla="*/ 158736 h 201021"/>
                                  <a:gd name="connsiteX17" fmla="*/ 75437 w 165291"/>
                                  <a:gd name="connsiteY17" fmla="*/ 179878 h 201021"/>
                                  <a:gd name="connsiteX18" fmla="*/ 107150 w 165291"/>
                                  <a:gd name="connsiteY18" fmla="*/ 185164 h 201021"/>
                                  <a:gd name="connsiteX19" fmla="*/ 123007 w 165291"/>
                                  <a:gd name="connsiteY19" fmla="*/ 201021 h 2010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65291" h="201021">
                                    <a:moveTo>
                                      <a:pt x="165291" y="5455"/>
                                    </a:moveTo>
                                    <a:cubicBezTo>
                                      <a:pt x="156482" y="3693"/>
                                      <a:pt x="147778" y="-944"/>
                                      <a:pt x="138864" y="170"/>
                                    </a:cubicBezTo>
                                    <a:cubicBezTo>
                                      <a:pt x="117000" y="2903"/>
                                      <a:pt x="121424" y="18148"/>
                                      <a:pt x="128292" y="31883"/>
                                    </a:cubicBezTo>
                                    <a:cubicBezTo>
                                      <a:pt x="130521" y="36340"/>
                                      <a:pt x="135340" y="38930"/>
                                      <a:pt x="138864" y="42454"/>
                                    </a:cubicBezTo>
                                    <a:cubicBezTo>
                                      <a:pt x="101667" y="54854"/>
                                      <a:pt x="147598" y="38712"/>
                                      <a:pt x="101865" y="58311"/>
                                    </a:cubicBezTo>
                                    <a:cubicBezTo>
                                      <a:pt x="96744" y="60506"/>
                                      <a:pt x="91294" y="61834"/>
                                      <a:pt x="86008" y="63596"/>
                                    </a:cubicBezTo>
                                    <a:cubicBezTo>
                                      <a:pt x="95660" y="70835"/>
                                      <a:pt x="131051" y="97990"/>
                                      <a:pt x="138864" y="100595"/>
                                    </a:cubicBezTo>
                                    <a:lnTo>
                                      <a:pt x="154720" y="105881"/>
                                    </a:lnTo>
                                    <a:cubicBezTo>
                                      <a:pt x="149435" y="107643"/>
                                      <a:pt x="144421" y="111563"/>
                                      <a:pt x="138864" y="111166"/>
                                    </a:cubicBezTo>
                                    <a:cubicBezTo>
                                      <a:pt x="64143" y="105828"/>
                                      <a:pt x="81928" y="112644"/>
                                      <a:pt x="75437" y="47740"/>
                                    </a:cubicBezTo>
                                    <a:cubicBezTo>
                                      <a:pt x="70151" y="49502"/>
                                      <a:pt x="63520" y="49085"/>
                                      <a:pt x="59580" y="53025"/>
                                    </a:cubicBezTo>
                                    <a:cubicBezTo>
                                      <a:pt x="55640" y="56965"/>
                                      <a:pt x="55388" y="63419"/>
                                      <a:pt x="54295" y="68882"/>
                                    </a:cubicBezTo>
                                    <a:cubicBezTo>
                                      <a:pt x="51852" y="81098"/>
                                      <a:pt x="54581" y="94738"/>
                                      <a:pt x="49009" y="105881"/>
                                    </a:cubicBezTo>
                                    <a:cubicBezTo>
                                      <a:pt x="30526" y="142845"/>
                                      <a:pt x="26802" y="120693"/>
                                      <a:pt x="12010" y="142880"/>
                                    </a:cubicBezTo>
                                    <a:cubicBezTo>
                                      <a:pt x="8486" y="148165"/>
                                      <a:pt x="-4243" y="155895"/>
                                      <a:pt x="1439" y="158736"/>
                                    </a:cubicBezTo>
                                    <a:cubicBezTo>
                                      <a:pt x="11025" y="163529"/>
                                      <a:pt x="22582" y="155213"/>
                                      <a:pt x="33153" y="153451"/>
                                    </a:cubicBezTo>
                                    <a:cubicBezTo>
                                      <a:pt x="45486" y="155213"/>
                                      <a:pt x="59587" y="152133"/>
                                      <a:pt x="70151" y="158736"/>
                                    </a:cubicBezTo>
                                    <a:cubicBezTo>
                                      <a:pt x="76311" y="162586"/>
                                      <a:pt x="69526" y="175656"/>
                                      <a:pt x="75437" y="179878"/>
                                    </a:cubicBezTo>
                                    <a:cubicBezTo>
                                      <a:pt x="84158" y="186107"/>
                                      <a:pt x="96579" y="183402"/>
                                      <a:pt x="107150" y="185164"/>
                                    </a:cubicBezTo>
                                    <a:cubicBezTo>
                                      <a:pt x="124473" y="196712"/>
                                      <a:pt x="123007" y="189382"/>
                                      <a:pt x="123007" y="201021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1" o:spid="_x0000_s1026" style="position:absolute;margin-left:356.8pt;margin-top:395pt;width:13pt;height:15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65291,201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" path="m165291,5455c156482,3693,147778,-944,138864,170,117000,2903,121424,18148,128292,31883v2229,4457,7048,7047,10572,10571c101667,54854,147598,38712,101865,58311v-5121,2195,-10571,3523,-15857,5285c95660,70835,131051,97990,138864,100595r15856,5286c149435,107643,144421,111563,138864,111166,64143,105828,81928,112644,75437,47740v-5286,1762,-11917,1345,-15857,5285c55640,56965,55388,63419,54295,68882v-2443,12216,286,25856,-5286,36999c30526,142845,26802,120693,12010,142880,8486,148165,-4243,155895,1439,158736v9586,4793,21143,-3523,31714,-5285c45486,155213,59587,152133,70151,158736v6160,3850,-625,16920,5286,21142c84158,186107,96579,183402,107150,185164v17323,11548,15857,4218,15857,15857e" filled="f" strokecolor="red" strokeweight="2.25pt">
                      <v:stroke joinstyle="miter"/>
                      <v:path arrowok="t" o:connecttype="custom" o:connectlocs="165100,5445;138704,170;128144,31826;138704,42378;101747,58206;85909,63482;138704,100414;154541,105691;138704,110966;75350,47654;59511,52930;54232,68758;48952,105691;11996,142623;1437,158451;33115,153175;70070,158451;75350,179555;107026,184831;122865,200660" o:connectangles="0,0,0,0,0,0,0,0,0,0,0,0,0,0,0,0,0,0,0,0"/>
                      <w10:wrap anchory="page"/>
                    </v:shape>
                  </w:pict>
                </mc:Fallback>
              </mc:AlternateContent>
            </w:r>
            <w:r w:rsidR="004440F7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9CCE6EF" wp14:editId="04C43778">
                      <wp:simplePos x="0" y="0"/>
                      <wp:positionH relativeFrom="column">
                        <wp:posOffset>4766258</wp:posOffset>
                      </wp:positionH>
                      <wp:positionV relativeFrom="page">
                        <wp:posOffset>3703052</wp:posOffset>
                      </wp:positionV>
                      <wp:extent cx="54426" cy="1316102"/>
                      <wp:effectExtent l="19050" t="19050" r="22225" b="17780"/>
                      <wp:wrapNone/>
                      <wp:docPr id="64" name="Freeform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426" cy="1316102"/>
                              </a:xfrm>
                              <a:custGeom>
                                <a:avLst/>
                                <a:gdLst>
                                  <a:gd name="connsiteX0" fmla="*/ 10619 w 54426"/>
                                  <a:gd name="connsiteY0" fmla="*/ 0 h 1316102"/>
                                  <a:gd name="connsiteX1" fmla="*/ 52904 w 54426"/>
                                  <a:gd name="connsiteY1" fmla="*/ 116282 h 1316102"/>
                                  <a:gd name="connsiteX2" fmla="*/ 42333 w 54426"/>
                                  <a:gd name="connsiteY2" fmla="*/ 253706 h 1316102"/>
                                  <a:gd name="connsiteX3" fmla="*/ 15905 w 54426"/>
                                  <a:gd name="connsiteY3" fmla="*/ 570839 h 1316102"/>
                                  <a:gd name="connsiteX4" fmla="*/ 48 w 54426"/>
                                  <a:gd name="connsiteY4" fmla="*/ 850973 h 1316102"/>
                                  <a:gd name="connsiteX5" fmla="*/ 10619 w 54426"/>
                                  <a:gd name="connsiteY5" fmla="*/ 1078252 h 1316102"/>
                                  <a:gd name="connsiteX6" fmla="*/ 48 w 54426"/>
                                  <a:gd name="connsiteY6" fmla="*/ 1316102 h 13161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4426" h="1316102">
                                    <a:moveTo>
                                      <a:pt x="10619" y="0"/>
                                    </a:moveTo>
                                    <a:cubicBezTo>
                                      <a:pt x="29118" y="36999"/>
                                      <a:pt x="47618" y="73998"/>
                                      <a:pt x="52904" y="116282"/>
                                    </a:cubicBezTo>
                                    <a:cubicBezTo>
                                      <a:pt x="58190" y="158566"/>
                                      <a:pt x="48500" y="177946"/>
                                      <a:pt x="42333" y="253706"/>
                                    </a:cubicBezTo>
                                    <a:cubicBezTo>
                                      <a:pt x="36166" y="329466"/>
                                      <a:pt x="22952" y="471295"/>
                                      <a:pt x="15905" y="570839"/>
                                    </a:cubicBezTo>
                                    <a:cubicBezTo>
                                      <a:pt x="8858" y="670383"/>
                                      <a:pt x="929" y="766404"/>
                                      <a:pt x="48" y="850973"/>
                                    </a:cubicBezTo>
                                    <a:cubicBezTo>
                                      <a:pt x="-833" y="935542"/>
                                      <a:pt x="10619" y="1000731"/>
                                      <a:pt x="10619" y="1078252"/>
                                    </a:cubicBezTo>
                                    <a:cubicBezTo>
                                      <a:pt x="10619" y="1155773"/>
                                      <a:pt x="5333" y="1235937"/>
                                      <a:pt x="48" y="1316102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64" o:spid="_x0000_s1026" style="position:absolute;margin-left:375.3pt;margin-top:291.6pt;width:4.3pt;height:103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54426,1316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" path="m10619,c29118,36999,47618,73998,52904,116282v5286,42284,-4404,61664,-10571,137424c36166,329466,22952,471295,15905,570839,8858,670383,929,766404,48,850973v-881,84569,10571,149758,10571,227279c10619,1155773,5333,1235937,48,1316102e" filled="f" strokecolor="#9cc2e5 [1940]" strokeweight="2.25pt">
                      <v:stroke joinstyle="miter"/>
                      <v:path arrowok="t" o:connecttype="custom" o:connectlocs="10619,0;52904,116282;42333,253706;15905,570839;48,850973;10619,1078252;48,1316102" o:connectangles="0,0,0,0,0,0,0"/>
                      <w10:wrap anchory="page"/>
                    </v:shape>
                  </w:pict>
                </mc:Fallback>
              </mc:AlternateContent>
            </w:r>
            <w:r w:rsidR="004440F7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90A57F" wp14:editId="2629EE1A">
                      <wp:simplePos x="0" y="0"/>
                      <wp:positionH relativeFrom="column">
                        <wp:posOffset>4590209</wp:posOffset>
                      </wp:positionH>
                      <wp:positionV relativeFrom="page">
                        <wp:posOffset>4097020</wp:posOffset>
                      </wp:positionV>
                      <wp:extent cx="121920" cy="213360"/>
                      <wp:effectExtent l="0" t="0" r="11430" b="15240"/>
                      <wp:wrapNone/>
                      <wp:docPr id="30" name="Freeform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213360"/>
                              </a:xfrm>
                              <a:custGeom>
                                <a:avLst/>
                                <a:gdLst>
                                  <a:gd name="connsiteX0" fmla="*/ 122201 w 122201"/>
                                  <a:gd name="connsiteY0" fmla="*/ 17261 h 213787"/>
                                  <a:gd name="connsiteX1" fmla="*/ 90488 w 122201"/>
                                  <a:gd name="connsiteY1" fmla="*/ 11975 h 213787"/>
                                  <a:gd name="connsiteX2" fmla="*/ 74631 w 122201"/>
                                  <a:gd name="connsiteY2" fmla="*/ 1404 h 213787"/>
                                  <a:gd name="connsiteX3" fmla="*/ 90488 w 122201"/>
                                  <a:gd name="connsiteY3" fmla="*/ 54260 h 213787"/>
                                  <a:gd name="connsiteX4" fmla="*/ 32347 w 122201"/>
                                  <a:gd name="connsiteY4" fmla="*/ 59545 h 213787"/>
                                  <a:gd name="connsiteX5" fmla="*/ 27061 w 122201"/>
                                  <a:gd name="connsiteY5" fmla="*/ 38403 h 213787"/>
                                  <a:gd name="connsiteX6" fmla="*/ 11204 w 122201"/>
                                  <a:gd name="connsiteY6" fmla="*/ 54260 h 213787"/>
                                  <a:gd name="connsiteX7" fmla="*/ 633 w 122201"/>
                                  <a:gd name="connsiteY7" fmla="*/ 70116 h 213787"/>
                                  <a:gd name="connsiteX8" fmla="*/ 21776 w 122201"/>
                                  <a:gd name="connsiteY8" fmla="*/ 96544 h 213787"/>
                                  <a:gd name="connsiteX9" fmla="*/ 58774 w 122201"/>
                                  <a:gd name="connsiteY9" fmla="*/ 107115 h 213787"/>
                                  <a:gd name="connsiteX10" fmla="*/ 69345 w 122201"/>
                                  <a:gd name="connsiteY10" fmla="*/ 122972 h 213787"/>
                                  <a:gd name="connsiteX11" fmla="*/ 64060 w 122201"/>
                                  <a:gd name="connsiteY11" fmla="*/ 149399 h 213787"/>
                                  <a:gd name="connsiteX12" fmla="*/ 48203 w 122201"/>
                                  <a:gd name="connsiteY12" fmla="*/ 154685 h 213787"/>
                                  <a:gd name="connsiteX13" fmla="*/ 5919 w 122201"/>
                                  <a:gd name="connsiteY13" fmla="*/ 165256 h 213787"/>
                                  <a:gd name="connsiteX14" fmla="*/ 37632 w 122201"/>
                                  <a:gd name="connsiteY14" fmla="*/ 186398 h 213787"/>
                                  <a:gd name="connsiteX15" fmla="*/ 53489 w 122201"/>
                                  <a:gd name="connsiteY15" fmla="*/ 196969 h 213787"/>
                                  <a:gd name="connsiteX16" fmla="*/ 58774 w 122201"/>
                                  <a:gd name="connsiteY16" fmla="*/ 212826 h 213787"/>
                                  <a:gd name="connsiteX17" fmla="*/ 74631 w 122201"/>
                                  <a:gd name="connsiteY17" fmla="*/ 207541 h 213787"/>
                                  <a:gd name="connsiteX18" fmla="*/ 74631 w 122201"/>
                                  <a:gd name="connsiteY18" fmla="*/ 170542 h 213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22201" h="213787">
                                    <a:moveTo>
                                      <a:pt x="122201" y="17261"/>
                                    </a:moveTo>
                                    <a:cubicBezTo>
                                      <a:pt x="111630" y="15499"/>
                                      <a:pt x="100655" y="15364"/>
                                      <a:pt x="90488" y="11975"/>
                                    </a:cubicBezTo>
                                    <a:cubicBezTo>
                                      <a:pt x="84461" y="9966"/>
                                      <a:pt x="76990" y="-4494"/>
                                      <a:pt x="74631" y="1404"/>
                                    </a:cubicBezTo>
                                    <a:cubicBezTo>
                                      <a:pt x="66129" y="22661"/>
                                      <a:pt x="80496" y="39271"/>
                                      <a:pt x="90488" y="54260"/>
                                    </a:cubicBezTo>
                                    <a:cubicBezTo>
                                      <a:pt x="70467" y="67607"/>
                                      <a:pt x="63818" y="77029"/>
                                      <a:pt x="32347" y="59545"/>
                                    </a:cubicBezTo>
                                    <a:cubicBezTo>
                                      <a:pt x="25997" y="56017"/>
                                      <a:pt x="28823" y="45450"/>
                                      <a:pt x="27061" y="38403"/>
                                    </a:cubicBezTo>
                                    <a:cubicBezTo>
                                      <a:pt x="21775" y="43689"/>
                                      <a:pt x="15989" y="48518"/>
                                      <a:pt x="11204" y="54260"/>
                                    </a:cubicBezTo>
                                    <a:cubicBezTo>
                                      <a:pt x="7137" y="59140"/>
                                      <a:pt x="1531" y="63828"/>
                                      <a:pt x="633" y="70116"/>
                                    </a:cubicBezTo>
                                    <a:cubicBezTo>
                                      <a:pt x="-2556" y="92443"/>
                                      <a:pt x="6565" y="92198"/>
                                      <a:pt x="21776" y="96544"/>
                                    </a:cubicBezTo>
                                    <a:cubicBezTo>
                                      <a:pt x="68251" y="109824"/>
                                      <a:pt x="20743" y="94439"/>
                                      <a:pt x="58774" y="107115"/>
                                    </a:cubicBezTo>
                                    <a:cubicBezTo>
                                      <a:pt x="62298" y="112401"/>
                                      <a:pt x="68557" y="116669"/>
                                      <a:pt x="69345" y="122972"/>
                                    </a:cubicBezTo>
                                    <a:cubicBezTo>
                                      <a:pt x="70459" y="131886"/>
                                      <a:pt x="69043" y="141924"/>
                                      <a:pt x="64060" y="149399"/>
                                    </a:cubicBezTo>
                                    <a:cubicBezTo>
                                      <a:pt x="60969" y="154035"/>
                                      <a:pt x="53608" y="153334"/>
                                      <a:pt x="48203" y="154685"/>
                                    </a:cubicBezTo>
                                    <a:lnTo>
                                      <a:pt x="5919" y="165256"/>
                                    </a:lnTo>
                                    <a:cubicBezTo>
                                      <a:pt x="-4212" y="195648"/>
                                      <a:pt x="-2858" y="174252"/>
                                      <a:pt x="37632" y="186398"/>
                                    </a:cubicBezTo>
                                    <a:cubicBezTo>
                                      <a:pt x="43717" y="188223"/>
                                      <a:pt x="48203" y="193445"/>
                                      <a:pt x="53489" y="196969"/>
                                    </a:cubicBezTo>
                                    <a:cubicBezTo>
                                      <a:pt x="55251" y="202255"/>
                                      <a:pt x="53791" y="210334"/>
                                      <a:pt x="58774" y="212826"/>
                                    </a:cubicBezTo>
                                    <a:cubicBezTo>
                                      <a:pt x="63757" y="215318"/>
                                      <a:pt x="72675" y="212758"/>
                                      <a:pt x="74631" y="207541"/>
                                    </a:cubicBezTo>
                                    <a:cubicBezTo>
                                      <a:pt x="78962" y="195993"/>
                                      <a:pt x="74631" y="182875"/>
                                      <a:pt x="74631" y="170542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0" o:spid="_x0000_s1026" style="position:absolute;margin-left:361.45pt;margin-top:322.6pt;width:9.6pt;height:16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22201,213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" path="m122201,17261c111630,15499,100655,15364,90488,11975,84461,9966,76990,-4494,74631,1404v-8502,21257,5865,37867,15857,52856c70467,67607,63818,77029,32347,59545,25997,56017,28823,45450,27061,38403,21775,43689,15989,48518,11204,54260,7137,59140,1531,63828,633,70116,-2556,92443,6565,92198,21776,96544v46475,13280,-1033,-2105,36998,10571c62298,112401,68557,116669,69345,122972v1114,8914,-302,18952,-5285,26427c60969,154035,53608,153334,48203,154685l5919,165256v-10131,30392,-8777,8996,31713,21142c43717,188223,48203,193445,53489,196969v1762,5286,302,13365,5285,15857c63757,215318,72675,212758,74631,207541v4331,-11548,,-24666,,-36999e" filled="f" strokecolor="red" strokeweight="1.5pt">
                      <v:stroke joinstyle="miter"/>
                      <v:path arrowok="t" o:connecttype="custom" o:connectlocs="121920,17227;90280,11951;74459,1401;90280,54152;32273,59426;26999,38326;11178,54152;632,69976;21726,96351;58639,106901;69186,122726;63913,149101;48092,154376;5905,164926;37545,186026;53366,196576;58639,212401;74459,207126;74459,170201" o:connectangles="0,0,0,0,0,0,0,0,0,0,0,0,0,0,0,0,0,0,0"/>
                      <w10:wrap anchory="page"/>
                    </v:shape>
                  </w:pict>
                </mc:Fallback>
              </mc:AlternateContent>
            </w:r>
          </w:p>
        </w:tc>
      </w:tr>
      <w:tr w:rsidR="009E0202" w:rsidTr="00734AE8">
        <w:trPr>
          <w:trHeight w:hRule="exact" w:val="1200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021342">
              <w:rPr>
                <w:sz w:val="21"/>
                <w:szCs w:val="21"/>
              </w:rPr>
              <w:lastRenderedPageBreak/>
              <w:t>Report:</w:t>
            </w:r>
          </w:p>
          <w:p w:rsidR="00E65DAC" w:rsidRDefault="00E65DAC" w:rsidP="00E65DAC">
            <w:pPr>
              <w:pStyle w:val="CUSTOMColumnText"/>
              <w:rPr>
                <w:b/>
                <w:sz w:val="24"/>
                <w:szCs w:val="24"/>
                <w:u w:val="single"/>
              </w:rPr>
            </w:pPr>
            <w:r w:rsidRPr="003F4B0A">
              <w:rPr>
                <w:b/>
                <w:sz w:val="24"/>
                <w:szCs w:val="24"/>
                <w:u w:val="single"/>
              </w:rPr>
              <w:t>RIGHT LEG</w:t>
            </w:r>
          </w:p>
          <w:p w:rsidR="00734AE8" w:rsidRDefault="00734AE8" w:rsidP="00E65DAC">
            <w:pPr>
              <w:pStyle w:val="CUSTOMColumn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Common Femoral vein is patent with spontaneous </w:t>
            </w:r>
            <w:proofErr w:type="spellStart"/>
            <w:r>
              <w:rPr>
                <w:sz w:val="24"/>
                <w:szCs w:val="24"/>
              </w:rPr>
              <w:t>respirophasic</w:t>
            </w:r>
            <w:proofErr w:type="spellEnd"/>
            <w:r>
              <w:rPr>
                <w:sz w:val="24"/>
                <w:szCs w:val="24"/>
              </w:rPr>
              <w:t xml:space="preserve"> flow present.</w:t>
            </w:r>
          </w:p>
          <w:p w:rsidR="00734AE8" w:rsidRPr="00734AE8" w:rsidRDefault="00734AE8" w:rsidP="00E65DAC">
            <w:pPr>
              <w:pStyle w:val="CUSTOMColumnText"/>
              <w:rPr>
                <w:sz w:val="24"/>
                <w:szCs w:val="24"/>
              </w:rPr>
            </w:pPr>
          </w:p>
          <w:p w:rsidR="00E65DAC" w:rsidRPr="003F4B0A" w:rsidRDefault="00E65DAC" w:rsidP="00E65DA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  <w:r w:rsidRPr="003F4B0A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 xml:space="preserve">The </w:t>
            </w:r>
            <w:proofErr w:type="spellStart"/>
            <w:r w:rsidRPr="003F4B0A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>Sapheno</w:t>
            </w:r>
            <w:proofErr w:type="spellEnd"/>
            <w:r w:rsidRPr="003F4B0A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 xml:space="preserve">-Femoral Junction (SFJ) and Great Saphenous vein (GSV) </w:t>
            </w:r>
            <w:r w:rsidR="00684C71" w:rsidRPr="003F4B0A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>are</w:t>
            </w:r>
            <w:r w:rsidRPr="003F4B0A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 xml:space="preserve"> competent.</w:t>
            </w:r>
            <w:r w:rsidR="00684C71" w:rsidRPr="003F4B0A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 xml:space="preserve"> Max GSV diameter = 4mm</w:t>
            </w:r>
          </w:p>
          <w:p w:rsidR="00E65DAC" w:rsidRPr="003F4B0A" w:rsidRDefault="00E65DAC" w:rsidP="00E65DA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</w:p>
          <w:p w:rsidR="00E65DAC" w:rsidRPr="003F4B0A" w:rsidRDefault="00E65DAC" w:rsidP="00E65D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</w:pPr>
            <w:r w:rsidRPr="003F4B0A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 xml:space="preserve">The </w:t>
            </w:r>
            <w:proofErr w:type="spellStart"/>
            <w:r w:rsidRPr="003F4B0A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>Sapheno</w:t>
            </w:r>
            <w:proofErr w:type="spellEnd"/>
            <w:r w:rsidRPr="003F4B0A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 xml:space="preserve">-Popliteal Junction (SPJ) is incompetent. The SSV is bifid in mid-distal calf. One of the SSV is noted to </w:t>
            </w:r>
            <w:r w:rsidR="00762536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>be incompetent. There are some varicose veins associated with this SSV in mid and distal calf. The S</w:t>
            </w:r>
            <w:r w:rsidR="006F60A5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>SV reflux appears to exit into one of the</w:t>
            </w:r>
            <w:r w:rsidR="00762536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 xml:space="preserve"> varicose vein approximately 13cm above ankle. </w:t>
            </w:r>
            <w:r w:rsidRPr="003F4B0A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>The 2</w:t>
            </w:r>
            <w:r w:rsidRPr="003F4B0A">
              <w:rPr>
                <w:rFonts w:ascii="Arial" w:hAnsi="Arial" w:cs="Arial"/>
                <w:b/>
                <w:kern w:val="12"/>
                <w:sz w:val="24"/>
                <w:szCs w:val="24"/>
                <w:vertAlign w:val="superscript"/>
                <w:lang w:eastAsia="en-GB"/>
              </w:rPr>
              <w:t>nd</w:t>
            </w:r>
            <w:r w:rsidRPr="003F4B0A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 xml:space="preserve"> SSV is of small calibre and competent.</w:t>
            </w:r>
            <w:r w:rsidR="00684C71" w:rsidRPr="003F4B0A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 xml:space="preserve"> </w:t>
            </w:r>
          </w:p>
          <w:p w:rsidR="00E65DAC" w:rsidRPr="003F4B0A" w:rsidRDefault="00E65DAC" w:rsidP="00E65D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</w:p>
          <w:p w:rsidR="00E65DAC" w:rsidRPr="003F4B0A" w:rsidRDefault="00E65DAC" w:rsidP="00E65D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  <w:r w:rsidRPr="003F4B0A">
              <w:rPr>
                <w:rFonts w:ascii="Arial" w:hAnsi="Arial" w:cs="Arial"/>
                <w:b/>
                <w:bCs/>
                <w:kern w:val="12"/>
                <w:sz w:val="24"/>
                <w:szCs w:val="24"/>
                <w:lang w:eastAsia="en-GB"/>
              </w:rPr>
              <w:t>SSV diameter: Prox. calf = 8mm, Mid. Calf</w:t>
            </w:r>
            <w:r w:rsidR="00684C71" w:rsidRPr="003F4B0A">
              <w:rPr>
                <w:rFonts w:ascii="Arial" w:hAnsi="Arial" w:cs="Arial"/>
                <w:b/>
                <w:bCs/>
                <w:kern w:val="12"/>
                <w:sz w:val="24"/>
                <w:szCs w:val="24"/>
                <w:lang w:eastAsia="en-GB"/>
              </w:rPr>
              <w:t xml:space="preserve">  = 6.9mm, Dist. calf = 4.3mm</w:t>
            </w:r>
          </w:p>
          <w:p w:rsidR="00E65DAC" w:rsidRPr="003F4B0A" w:rsidRDefault="00E65DAC" w:rsidP="00E65D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</w:p>
          <w:p w:rsidR="00E65DAC" w:rsidRPr="003F4B0A" w:rsidRDefault="00E65DAC" w:rsidP="00E65D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  <w:r w:rsidRPr="003F4B0A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 xml:space="preserve">The Popliteal vein is incompetent. There is also an incompetent perforator imaged 12cm below knee crease </w:t>
            </w:r>
            <w:r w:rsidR="00684C71" w:rsidRPr="003F4B0A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>communicating with</w:t>
            </w:r>
            <w:r w:rsidRPr="003F4B0A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 xml:space="preserve"> the incompetent SSV. </w:t>
            </w:r>
          </w:p>
          <w:p w:rsidR="00684C71" w:rsidRPr="003F4B0A" w:rsidRDefault="00684C71" w:rsidP="00E65D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</w:p>
          <w:p w:rsidR="00E65DAC" w:rsidRPr="003F4B0A" w:rsidRDefault="00E65DAC" w:rsidP="00E65D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  <w:r w:rsidRPr="003F4B0A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>Rest of the Deep veins are noted to be patent and competent.</w:t>
            </w:r>
          </w:p>
          <w:p w:rsidR="00E65DAC" w:rsidRPr="003F4B0A" w:rsidRDefault="00E65DAC" w:rsidP="00E65D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kern w:val="12"/>
                <w:sz w:val="24"/>
                <w:szCs w:val="24"/>
                <w:lang w:eastAsia="en-GB"/>
              </w:rPr>
            </w:pPr>
          </w:p>
          <w:p w:rsidR="00734AE8" w:rsidRDefault="00684C71" w:rsidP="00684C71">
            <w:pPr>
              <w:pStyle w:val="CUSTOMColumnText"/>
              <w:rPr>
                <w:b/>
                <w:sz w:val="24"/>
                <w:szCs w:val="24"/>
                <w:u w:val="single"/>
              </w:rPr>
            </w:pPr>
            <w:r w:rsidRPr="003F4B0A">
              <w:rPr>
                <w:b/>
                <w:sz w:val="24"/>
                <w:szCs w:val="24"/>
                <w:u w:val="single"/>
              </w:rPr>
              <w:t>LEFT LEG</w:t>
            </w:r>
          </w:p>
          <w:p w:rsidR="00734AE8" w:rsidRPr="00734AE8" w:rsidRDefault="00734AE8" w:rsidP="00684C71">
            <w:pPr>
              <w:pStyle w:val="CUSTOMColumnText"/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The Common Femoral vein is patent with spontaneous </w:t>
            </w:r>
            <w:proofErr w:type="spellStart"/>
            <w:r>
              <w:rPr>
                <w:sz w:val="24"/>
                <w:szCs w:val="24"/>
              </w:rPr>
              <w:t>respirophasic</w:t>
            </w:r>
            <w:proofErr w:type="spellEnd"/>
            <w:r>
              <w:rPr>
                <w:sz w:val="24"/>
                <w:szCs w:val="24"/>
              </w:rPr>
              <w:t xml:space="preserve"> flow present.</w:t>
            </w:r>
          </w:p>
          <w:p w:rsidR="00734AE8" w:rsidRPr="003F4B0A" w:rsidRDefault="00734AE8" w:rsidP="00684C71">
            <w:pPr>
              <w:pStyle w:val="CUSTOMColumnText"/>
              <w:rPr>
                <w:b/>
                <w:sz w:val="24"/>
                <w:szCs w:val="24"/>
                <w:u w:val="single"/>
              </w:rPr>
            </w:pPr>
          </w:p>
          <w:p w:rsidR="00684C71" w:rsidRPr="003F4B0A" w:rsidRDefault="00684C71" w:rsidP="00684C7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</w:pPr>
            <w:r w:rsidRPr="003F4B0A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 xml:space="preserve">The </w:t>
            </w:r>
            <w:proofErr w:type="spellStart"/>
            <w:r w:rsidRPr="003F4B0A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>Sapheno</w:t>
            </w:r>
            <w:proofErr w:type="spellEnd"/>
            <w:r w:rsidRPr="003F4B0A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 xml:space="preserve">-Femoral Junction (SFJ) </w:t>
            </w:r>
            <w:r w:rsidR="00734AE8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>is incompetent. The</w:t>
            </w:r>
            <w:r w:rsidRPr="003F4B0A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 xml:space="preserve"> Great Saphenous vein (GSV) </w:t>
            </w:r>
            <w:r w:rsidR="00734AE8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>is</w:t>
            </w:r>
            <w:r w:rsidRPr="003F4B0A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 xml:space="preserve"> incompetent from proximal thigh to</w:t>
            </w:r>
            <w:r w:rsidR="00762536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 xml:space="preserve"> proximal calf. The reflux drains into a</w:t>
            </w:r>
            <w:r w:rsidRPr="003F4B0A">
              <w:rPr>
                <w:rFonts w:ascii="Arial" w:hAnsi="Arial" w:cs="Arial"/>
                <w:b/>
                <w:kern w:val="12"/>
                <w:sz w:val="24"/>
                <w:szCs w:val="24"/>
                <w:lang w:eastAsia="en-GB"/>
              </w:rPr>
              <w:t xml:space="preserve"> competent perforator approximately 13cm below the knee crease.</w:t>
            </w:r>
          </w:p>
          <w:p w:rsidR="00684C71" w:rsidRPr="003F4B0A" w:rsidRDefault="00684C71" w:rsidP="00684C7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</w:p>
          <w:p w:rsidR="00684C71" w:rsidRPr="003F4B0A" w:rsidRDefault="00684C71" w:rsidP="00684C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  <w:r w:rsidRPr="003F4B0A">
              <w:rPr>
                <w:rFonts w:ascii="Arial" w:hAnsi="Arial" w:cs="Arial"/>
                <w:b/>
                <w:bCs/>
                <w:kern w:val="12"/>
                <w:sz w:val="24"/>
                <w:szCs w:val="24"/>
                <w:lang w:eastAsia="en-GB"/>
              </w:rPr>
              <w:t xml:space="preserve">GSV diameter: Prox. thigh = 8.9mm, Mid. thigh  = 6.4mm, Dist. thigh = 5.4mm, Knee = 6.6mm; Prox. Calf = 4.1mm; </w:t>
            </w:r>
            <w:proofErr w:type="spellStart"/>
            <w:r w:rsidRPr="003F4B0A">
              <w:rPr>
                <w:rFonts w:ascii="Arial" w:hAnsi="Arial" w:cs="Arial"/>
                <w:b/>
                <w:bCs/>
                <w:kern w:val="12"/>
                <w:sz w:val="24"/>
                <w:szCs w:val="24"/>
                <w:lang w:eastAsia="en-GB"/>
              </w:rPr>
              <w:t>Mid calf</w:t>
            </w:r>
            <w:proofErr w:type="spellEnd"/>
            <w:r w:rsidRPr="003F4B0A">
              <w:rPr>
                <w:rFonts w:ascii="Arial" w:hAnsi="Arial" w:cs="Arial"/>
                <w:b/>
                <w:bCs/>
                <w:kern w:val="12"/>
                <w:sz w:val="24"/>
                <w:szCs w:val="24"/>
                <w:lang w:eastAsia="en-GB"/>
              </w:rPr>
              <w:t xml:space="preserve"> = 3.6mm; </w:t>
            </w:r>
          </w:p>
          <w:p w:rsidR="00684C71" w:rsidRPr="003F4B0A" w:rsidRDefault="00684C71" w:rsidP="00684C7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</w:p>
          <w:p w:rsidR="00684C71" w:rsidRPr="003F4B0A" w:rsidRDefault="00684C71" w:rsidP="00684C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  <w:r w:rsidRPr="003F4B0A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 xml:space="preserve">The </w:t>
            </w:r>
            <w:proofErr w:type="spellStart"/>
            <w:r w:rsidRPr="003F4B0A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>Sapheno</w:t>
            </w:r>
            <w:proofErr w:type="spellEnd"/>
            <w:r w:rsidRPr="003F4B0A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>-Popliteal Junction (SPJ) and Short Saphenous Vein (SSV) are competent.</w:t>
            </w:r>
          </w:p>
          <w:p w:rsidR="00684C71" w:rsidRPr="003F4B0A" w:rsidRDefault="00684C71" w:rsidP="00684C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</w:p>
          <w:p w:rsidR="00684C71" w:rsidRPr="00762536" w:rsidRDefault="00684C71" w:rsidP="00E65D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</w:pPr>
            <w:r w:rsidRPr="003F4B0A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>All the deep veins are noted to be competent. No inco</w:t>
            </w:r>
            <w:r w:rsidR="00762536">
              <w:rPr>
                <w:rFonts w:ascii="Arial" w:hAnsi="Arial" w:cs="Arial"/>
                <w:kern w:val="12"/>
                <w:sz w:val="24"/>
                <w:szCs w:val="24"/>
                <w:lang w:eastAsia="en-GB"/>
              </w:rPr>
              <w:t>mpetent perforators identified.</w:t>
            </w:r>
          </w:p>
          <w:p w:rsidR="00E65DAC" w:rsidRPr="003F4B0A" w:rsidRDefault="00E65DAC" w:rsidP="00E65D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12"/>
                <w:sz w:val="24"/>
                <w:szCs w:val="24"/>
                <w:lang w:eastAsia="en-GB"/>
              </w:rPr>
            </w:pPr>
          </w:p>
          <w:p w:rsidR="00E65DAC" w:rsidRPr="003F4B0A" w:rsidRDefault="00E65DAC" w:rsidP="00E65D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12"/>
                <w:sz w:val="24"/>
                <w:szCs w:val="24"/>
                <w:u w:val="single"/>
                <w:lang w:eastAsia="en-GB"/>
              </w:rPr>
            </w:pPr>
            <w:r w:rsidRPr="003F4B0A">
              <w:rPr>
                <w:rFonts w:ascii="Arial" w:hAnsi="Arial" w:cs="Arial"/>
                <w:b/>
                <w:bCs/>
                <w:kern w:val="12"/>
                <w:sz w:val="24"/>
                <w:szCs w:val="24"/>
                <w:u w:val="single"/>
                <w:lang w:eastAsia="en-GB"/>
              </w:rPr>
              <w:t>Conclusion:</w:t>
            </w:r>
          </w:p>
          <w:p w:rsidR="005C022D" w:rsidRDefault="003F4B0A" w:rsidP="00E65DAC">
            <w:pPr>
              <w:pStyle w:val="CUSTOMColumnText"/>
              <w:rPr>
                <w:sz w:val="24"/>
                <w:szCs w:val="24"/>
              </w:rPr>
            </w:pPr>
            <w:r w:rsidRPr="003F4B0A">
              <w:rPr>
                <w:b/>
                <w:sz w:val="24"/>
                <w:szCs w:val="24"/>
              </w:rPr>
              <w:t xml:space="preserve">RIGHT LEG: </w:t>
            </w:r>
            <w:r w:rsidR="005C022D">
              <w:rPr>
                <w:sz w:val="24"/>
                <w:szCs w:val="24"/>
              </w:rPr>
              <w:t>SSV</w:t>
            </w:r>
            <w:r w:rsidRPr="003F4B0A">
              <w:rPr>
                <w:sz w:val="24"/>
                <w:szCs w:val="24"/>
              </w:rPr>
              <w:t xml:space="preserve"> incompetence with associated varicose veins. </w:t>
            </w:r>
          </w:p>
          <w:p w:rsidR="005C022D" w:rsidRDefault="005C022D" w:rsidP="00E65DAC">
            <w:pPr>
              <w:pStyle w:val="CUSTOMColumn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Incompetent Popliteal vein. </w:t>
            </w:r>
          </w:p>
          <w:p w:rsidR="009E0202" w:rsidRPr="003F4B0A" w:rsidRDefault="003F4B0A" w:rsidP="00E65DAC">
            <w:pPr>
              <w:pStyle w:val="CUSTOMColumnText"/>
              <w:rPr>
                <w:sz w:val="24"/>
                <w:szCs w:val="24"/>
              </w:rPr>
            </w:pPr>
            <w:r w:rsidRPr="003F4B0A">
              <w:rPr>
                <w:sz w:val="24"/>
                <w:szCs w:val="24"/>
              </w:rPr>
              <w:t>Incompetent perforator proximal calf</w:t>
            </w:r>
          </w:p>
          <w:p w:rsidR="003F4B0A" w:rsidRPr="003F4B0A" w:rsidRDefault="003F4B0A" w:rsidP="00E65DAC">
            <w:pPr>
              <w:pStyle w:val="CUSTOMColumnText"/>
              <w:rPr>
                <w:sz w:val="24"/>
                <w:szCs w:val="24"/>
              </w:rPr>
            </w:pPr>
          </w:p>
          <w:p w:rsidR="003F4B0A" w:rsidRPr="003F4B0A" w:rsidRDefault="003F4B0A" w:rsidP="00E65DAC">
            <w:pPr>
              <w:pStyle w:val="CUSTOMColumnText"/>
              <w:rPr>
                <w:sz w:val="20"/>
              </w:rPr>
            </w:pPr>
            <w:r w:rsidRPr="003F4B0A">
              <w:rPr>
                <w:b/>
                <w:sz w:val="24"/>
                <w:szCs w:val="24"/>
              </w:rPr>
              <w:t xml:space="preserve">LEFT LEG: </w:t>
            </w:r>
            <w:r w:rsidRPr="003F4B0A">
              <w:rPr>
                <w:sz w:val="24"/>
                <w:szCs w:val="24"/>
              </w:rPr>
              <w:t>SFJ and GSV incompetence</w:t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021342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22D" w:rsidRDefault="005C022D" w:rsidP="005748E3">
      <w:pPr>
        <w:spacing w:after="0" w:line="240" w:lineRule="auto"/>
      </w:pPr>
      <w:r>
        <w:separator/>
      </w:r>
    </w:p>
  </w:endnote>
  <w:endnote w:type="continuationSeparator" w:id="0">
    <w:p w:rsidR="005C022D" w:rsidRDefault="005C022D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22D" w:rsidRDefault="005C022D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1123315</wp:posOffset>
              </wp:positionH>
              <wp:positionV relativeFrom="paragraph">
                <wp:posOffset>-1043305</wp:posOffset>
              </wp:positionV>
              <wp:extent cx="4394200" cy="334645"/>
              <wp:effectExtent l="8890" t="13970" r="0" b="22860"/>
              <wp:wrapNone/>
              <wp:docPr id="1" name="Group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4200" cy="334645"/>
                        <a:chOff x="1450" y="14461"/>
                        <a:chExt cx="6920" cy="527"/>
                      </a:xfrm>
                    </wpg:grpSpPr>
                    <wpg:grpSp>
                      <wpg:cNvPr id="2" name="Group 60"/>
                      <wpg:cNvGrpSpPr>
                        <a:grpSpLocks/>
                      </wpg:cNvGrpSpPr>
                      <wpg:grpSpPr bwMode="auto">
                        <a:xfrm>
                          <a:off x="3746" y="14517"/>
                          <a:ext cx="1534" cy="377"/>
                          <a:chOff x="3656" y="14517"/>
                          <a:chExt cx="1534" cy="377"/>
                        </a:xfrm>
                      </wpg:grpSpPr>
                      <wps:wsp>
                        <wps:cNvPr id="3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656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ADE0F9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139" y="14572"/>
                            <a:ext cx="105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022D" w:rsidRPr="00B8442D" w:rsidRDefault="005C022D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Competent superficial vein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6" name="Group 67"/>
                      <wpg:cNvGrpSpPr>
                        <a:grpSpLocks/>
                      </wpg:cNvGrpSpPr>
                      <wpg:grpSpPr bwMode="auto">
                        <a:xfrm>
                          <a:off x="5512" y="14517"/>
                          <a:ext cx="1403" cy="377"/>
                          <a:chOff x="5512" y="14517"/>
                          <a:chExt cx="1403" cy="377"/>
                        </a:xfrm>
                      </wpg:grpSpPr>
                      <wps:wsp>
                        <wps:cNvPr id="7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512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679AD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5995" y="14572"/>
                            <a:ext cx="920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022D" w:rsidRPr="00B8442D" w:rsidRDefault="005C022D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Competent deep vein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9" name="Group 64"/>
                      <wpg:cNvGrpSpPr>
                        <a:grpSpLocks/>
                      </wpg:cNvGrpSpPr>
                      <wpg:grpSpPr bwMode="auto">
                        <a:xfrm>
                          <a:off x="7046" y="14517"/>
                          <a:ext cx="1324" cy="377"/>
                          <a:chOff x="2299" y="14517"/>
                          <a:chExt cx="1324" cy="377"/>
                        </a:xfrm>
                      </wpg:grpSpPr>
                      <wps:wsp>
                        <wps:cNvPr id="10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299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782" y="14572"/>
                            <a:ext cx="84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022D" w:rsidRPr="00B8442D" w:rsidRDefault="005C022D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 w:rsidRPr="00B8442D">
                                <w:rPr>
                                  <w:sz w:val="14"/>
                                  <w:szCs w:val="14"/>
                                </w:rPr>
                                <w:t>Deep vein scarring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12" name="Group 69"/>
                      <wpg:cNvGrpSpPr>
                        <a:grpSpLocks/>
                      </wpg:cNvGrpSpPr>
                      <wpg:grpSpPr bwMode="auto">
                        <a:xfrm>
                          <a:off x="1450" y="14461"/>
                          <a:ext cx="2185" cy="527"/>
                          <a:chOff x="1180" y="14461"/>
                          <a:chExt cx="2185" cy="527"/>
                        </a:xfrm>
                      </wpg:grpSpPr>
                      <wps:wsp>
                        <wps:cNvPr id="13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180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833" y="14572"/>
                            <a:ext cx="153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022D" w:rsidRPr="00B8442D" w:rsidRDefault="005C022D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Arrow down and red colour denotes reflux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5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1679" y="14461"/>
                            <a:ext cx="0" cy="527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0C0C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0" o:spid="_x0000_s1030" style="position:absolute;margin-left:88.45pt;margin-top:-82.15pt;width:346pt;height:26.35pt;z-index:251655168" coordorigin="1450,14461" coordsize="6920,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">
              <v:group id="Group 60" o:spid="_x0000_s1031" style="position:absolute;left:3746;top:14517;width:1534;height:377" coordorigin="3656,14517" coordsize="153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58" o:spid="_x0000_s1032" style="position:absolute;left:3656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n6VcEA&#10;AADaAAAADwAAAGRycy9kb3ducmV2LnhtbESPQYvCMBSE78L+h/AWvIimKqh0jbKIgp60Knh9NM+2&#10;2LyUJtb6740geBxm5htmvmxNKRqqXWFZwXAQgSBOrS44U3A+bfozEM4jaywtk4InOVgufjpzjLV9&#10;cELN0WciQNjFqCD3voqldGlOBt3AVsTBu9raoA+yzqSu8RHgppSjKJpIgwWHhRwrWuWU3o53o2A/&#10;bqa33m671k8cXk7TRI4O171S3d/2/w+Ep9Z/w5/2VisYw/tKuAF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p+lXBAAAA2gAAAA8AAAAAAAAAAAAAAAAAmAIAAGRycy9kb3du&#10;cmV2LnhtbFBLBQYAAAAABAAEAPUAAACGAwAAAAA=&#10;" fillcolor="#ade0f9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33" type="#_x0000_t202" style="position:absolute;left:4139;top:14572;width:105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rIsAA&#10;AADaAAAADwAAAGRycy9kb3ducmV2LnhtbERPXWvCMBR9F/Yfwh3sTdPJGNKZljGmiD6tjrHHS3Pb&#10;VJub0sRa/fXLQPDxcL6X+WhbMVDvG8cKnmcJCOLS6YZrBd/71XQBwgdkja1jUnAhD3n2MFliqt2Z&#10;v2goQi1iCPsUFZgQulRKXxqy6GeuI45c5XqLIcK+lrrHcwy3rZwnyau02HBsMNjRh6HyWJxsnPGz&#10;S+z6Wplfu8XKF2Y/rD8PSj09ju9vIAKN4S6+uTdawQv8X4l+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rrIsAAAADaAAAADwAAAAAAAAAAAAAAAACYAgAAZHJzL2Rvd25y&#10;ZXYueG1sUEsFBgAAAAAEAAQA9QAAAIUDAAAAAA==&#10;" filled="f" stroked="f" strokeweight=".5pt">
                  <v:textbox style="mso-fit-shape-to-text:t" inset="0,0,0,0">
                    <w:txbxContent>
                      <w:p w:rsidR="005C022D" w:rsidRPr="00B8442D" w:rsidRDefault="005C022D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Competent superficial vein</w:t>
                        </w:r>
                      </w:p>
                    </w:txbxContent>
                  </v:textbox>
                </v:shape>
              </v:group>
              <v:group id="Group 67" o:spid="_x0000_s1034" style="position:absolute;left:5512;top:14517;width:1403;height:377" coordorigin="5512,14517" coordsize="1403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Rectangle 62" o:spid="_x0000_s1035" style="position:absolute;left:5512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ihcQA&#10;AADaAAAADwAAAGRycy9kb3ducmV2LnhtbESPQUsDMRSE74L/ITzBm03aQ1vWpktRiiKItPWgt8fm&#10;NVl287IksV399UYQehxm5htmVY++FyeKqQ2sYTpRIIibYFq2Gt4P27sliJSRDfaBScM3JajX11cr&#10;rEw4845O+2xFgXCqUIPLeaikTI0jj2kSBuLiHUP0mIuMVpqI5wL3vZwpNZceWy4LDgd6cNR0+y+v&#10;4dEd7Bs/zZvP8eN1al9UVD/dQuvbm3FzDyLTmC/h//az0bCAvyvlBs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hooXEAAAA2gAAAA8AAAAAAAAAAAAAAAAAmAIAAGRycy9k&#10;b3ducmV2LnhtbFBLBQYAAAAABAAEAPUAAACJAwAAAAA=&#10;" fillcolor="#679ad1" strokeweight=".5pt"/>
                <v:shape id="Text Box 63" o:spid="_x0000_s1036" type="#_x0000_t202" style="position:absolute;left:5995;top:14572;width:92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hJ78A&#10;AADaAAAADwAAAGRycy9kb3ducmV2LnhtbERPTWvCQBC9F/wPywi91Y09lBJdpYiK6KlRpMchO8mm&#10;zc6G7DbG/vrOodDj430v16Nv1UB9bAIbmM8yUMRlsA3XBi7n3dMrqJiQLbaBycCdIqxXk4cl5jbc&#10;+J2GItVKQjjmaMCl1OVax9KRxzgLHbFwVeg9JoF9rW2PNwn3rX7OshftsWFpcNjRxlH5VXx7mXE9&#10;ZX7/U7kPf8QqFu487LefxjxOx7cFqERj+hf/uQ/WgGyVK+IH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h+EnvwAAANoAAAAPAAAAAAAAAAAAAAAAAJgCAABkcnMvZG93bnJl&#10;di54bWxQSwUGAAAAAAQABAD1AAAAhAMAAAAA&#10;" filled="f" stroked="f" strokeweight=".5pt">
                  <v:textbox style="mso-fit-shape-to-text:t" inset="0,0,0,0">
                    <w:txbxContent>
                      <w:p w:rsidR="005C022D" w:rsidRPr="00B8442D" w:rsidRDefault="005C022D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Competent deep vein</w:t>
                        </w:r>
                      </w:p>
                    </w:txbxContent>
                  </v:textbox>
                </v:shape>
              </v:group>
              <v:group id="Group 64" o:spid="_x0000_s1037" style="position:absolute;left:7046;top:14517;width:1324;height:377" coordorigin="2299,14517" coordsize="132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rect id="Rectangle 65" o:spid="_x0000_s1038" style="position:absolute;left:2299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h0q8MA&#10;AADbAAAADwAAAGRycy9kb3ducmV2LnhtbESPQYvCQAyF7wv+hyGCt3WqB3Gro4ggiIq763rxFjqx&#10;rXYypTNq/febg+At4b2892U6b12l7tSE0rOBQT8BRZx5W3Ju4Pi3+hyDChHZYuWZDDwpwHzW+Zhi&#10;av2Df+l+iLmSEA4pGihirFOtQ1aQw9D3NbFoZ984jLI2ubYNPiTcVXqYJCPtsGRpKLCmZUHZ9XBz&#10;BoJ/JqvT9/7H3S6h9nprs83uy5het11MQEVq49v8ul5bwRd6+UUG0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h0q8MAAADbAAAADwAAAAAAAAAAAAAAAACYAgAAZHJzL2Rv&#10;d25yZXYueG1sUEsFBgAAAAAEAAQA9QAAAIgDAAAAAA==&#10;" fillcolor="yellow" strokeweight=".5pt"/>
                <v:shape id="Text Box 66" o:spid="_x0000_s1039" type="#_x0000_t202" style="position:absolute;left:2782;top:14572;width:84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jYcQA&#10;AADbAAAADwAAAGRycy9kb3ducmV2LnhtbESPQWvDMAyF74X9B6NBb62THcbI4oYytjLWU9MydhSx&#10;EmeN5RB7adpfXw8KvUm89z095cVkOzHS4FvHCtJlAoK4crrlRsFh/7F4AeEDssbOMSk4k4di9TDL&#10;MdPuxDsay9CIGMI+QwUmhD6T0leGLPql64mjVrvBYojr0Eg94CmG204+JcmztNhyvGCwpzdD1bH8&#10;s7HG9zaxm0ttfuwX1r40+3Hz/qvU/HFav4IINIW7+UZ/6sil8P9LH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I2H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5C022D" w:rsidRPr="00B8442D" w:rsidRDefault="005C022D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 w:rsidRPr="00B8442D">
                          <w:rPr>
                            <w:sz w:val="14"/>
                            <w:szCs w:val="14"/>
                          </w:rPr>
                          <w:t>Deep vein scarring</w:t>
                        </w:r>
                      </w:p>
                    </w:txbxContent>
                  </v:textbox>
                </v:shape>
              </v:group>
              <v:group id="Group 69" o:spid="_x0000_s1040" style="position:absolute;left:1450;top:14461;width:2185;height:527" coordorigin="1180,14461" coordsize="2185,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angle 52" o:spid="_x0000_s1041" style="position:absolute;left:1180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GBsIA&#10;AADbAAAADwAAAGRycy9kb3ducmV2LnhtbERPTYvCMBC9L/gfwgheRFMVdrUaRRYFD3vRKl6HZmyq&#10;zaTbRO3++82CsLd5vM9ZrFpbiQc1vnSsYDRMQBDnTpdcKDhm28EUhA/IGivHpOCHPKyWnbcFpto9&#10;eU+PQyhEDGGfogITQp1K6XNDFv3Q1cSRu7jGYoiwKaRu8BnDbSXHSfIuLZYcGwzW9Gkovx3uVsE6&#10;O4+93bTf5rQ99WfZVz/7uN6V6nXb9RxEoDb8i1/unY7zJ/D3Szx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dQYGwgAAANsAAAAPAAAAAAAAAAAAAAAAAJgCAABkcnMvZG93&#10;bnJldi54bWxQSwUGAAAAAAQABAD1AAAAhwMAAAAA&#10;" fillcolor="red" strokeweight=".5pt"/>
                <v:shape id="Text Box 53" o:spid="_x0000_s1042" type="#_x0000_t202" style="position:absolute;left:1833;top:14572;width:1532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A+cQA&#10;AADbAAAADwAAAGRycy9kb3ducmV2LnhtbESPQWvCQBCF70L/wzKF3nRTKUVSN6GUKqKnxlJ6HLKT&#10;bDQ7G7JrjP76bkHwNsN735s3y3y0rRio941jBc+zBARx6XTDtYLv/Wq6AOEDssbWMSm4kIc8e5gs&#10;MdXuzF80FKEWMYR9igpMCF0qpS8NWfQz1xFHrXK9xRDXvpa6x3MMt62cJ8mrtNhwvGCwow9D5bE4&#10;2VjjZ5fY9bUyv3aLlS/Mflh/HpR6ehzf30AEGsPdfKM3OnIv8P9LH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gPn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5C022D" w:rsidRPr="00B8442D" w:rsidRDefault="005C022D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Arrow down and red colour denotes reflux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8" o:spid="_x0000_s1043" type="#_x0000_t32" style="position:absolute;left:1679;top:14461;width:0;height:5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vYssAAAADbAAAADwAAAGRycy9kb3ducmV2LnhtbERPzYrCMBC+C75DGGFvmup211KNIssK&#10;i6e16wMMzdgWm0lpYqxvbxYEb/Px/c56O5hWBOpdY1nBfJaAIC6tbrhScPrbTzMQziNrbC2Tgjs5&#10;2G7GozXm2t74SKHwlYgh7HJUUHvf5VK6siaDbmY74sidbW/QR9hXUvd4i+GmlYsk+ZQGG44NNXb0&#10;VVN5Ka5GwQKPRToPafqdLe+X95AcfrNwUOptMuxWIDwN/iV+un90nP8B/7/EA+Tm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YL2LLAAAAA2wAAAA8AAAAAAAAAAAAAAAAA&#10;oQIAAGRycy9kb3ducmV2LnhtbFBLBQYAAAAABAAEAPkAAACOAwAAAAA=&#10;" strokecolor="red" strokeweight="1pt">
                  <v:stroke endarrow="block"/>
                  <v:shadow color="silver"/>
                </v:shape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6192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22D" w:rsidRDefault="005C022D" w:rsidP="005748E3">
      <w:pPr>
        <w:spacing w:after="0" w:line="240" w:lineRule="auto"/>
      </w:pPr>
      <w:r>
        <w:separator/>
      </w:r>
    </w:p>
  </w:footnote>
  <w:footnote w:type="continuationSeparator" w:id="0">
    <w:p w:rsidR="005C022D" w:rsidRDefault="005C022D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22D" w:rsidRDefault="005C022D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1312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4" name="Group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5" name="Picture 8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8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5" o:spid="_x0000_s1026" style="position:absolute;margin-left:42.55pt;margin-top:45.95pt;width:510.6pt;height:80.1pt;z-index:-251655168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6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+lr3CAAAA2wAAAA8AAABkcnMvZG93bnJldi54bWxEj19rwjAUxd8Fv0O4A19kphYm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vpa9wgAAANsAAAAPAAAAAAAAAAAAAAAAAJ8C&#10;AABkcnMvZG93bnJldi54bWxQSwUGAAAAAAQABAD3AAAAjgMAAAAA&#10;">
                <v:imagedata r:id="rId3" o:title=""/>
              </v:shape>
              <v:shape id="Picture 87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Z4nEAAAA2wAAAA8AAABkcnMvZG93bnJldi54bWxEj09rwkAUxO+FfoflFXqrm0oIkrqKLVqk&#10;h2BivT+yL38w+zbNriZ++26h4HGYmd8wy/VkOnGlwbWWFbzOIhDEpdUt1wq+j7uXBQjnkTV2lknB&#10;jRysV48PS0y1HTmna+FrESDsUlTQeN+nUrqyIYNuZnvi4FV2MOiDHGqpBxwD3HRyHkWJNNhyWGiw&#10;p4+GynNxMQqqn131dcg9vn/G5yI+bbMDLTKlnp+mzRsIT5O/h//be61gnsDfl/AD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fCZ4nEAAAA2wAAAA8AAAAAAAAAAAAAAAAA&#10;nwIAAGRycy9kb3ducmV2LnhtbFBLBQYAAAAABAAEAPcAAACQ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240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022D" w:rsidRDefault="005C022D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42.55pt;margin-top:789.85pt;width:510.25pt;height:22.7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ckzrwIAAKs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D6Rckz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5C022D" w:rsidRDefault="005C022D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22D" w:rsidRDefault="005C022D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EF8E261" wp14:editId="3D11926F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19" name="Group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0" name="Picture 8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JNSXAAAAA2wAAAA8AAABkcnMvZG93bnJldi54bWxETz1rwzAQ3Qv9D+IKXUojx0MxbpTQlhQy&#10;BZqYzFfpYhtbJ2Mpjvvve0Mg4+N9rzaz79VEY2wDG1guMlDENriWawPV8fu1ABUTssM+MBn4owib&#10;9ePDCksXrvxD0yHVSkI4lmigSWkotY62IY9xEQZi4c5h9JgEjrV2I14l3Pc6z7I37bFlaWhwoK+G&#10;bHe4eCk586XoX/Lfoqu2n/tTYXdTZ415fpo/3kElmtNdfHPvnIFc1ssX+QF6/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sk1JcAAAADbAAAADwAAAAAAAAAAAAAAAACfAgAA&#10;ZHJzL2Rvd25yZXYueG1sUEsFBgAAAAAEAAQA9wAAAIwDAAAAAA==&#10;">
                <v:imagedata r:id="rId3" o:title=""/>
              </v:shape>
              <v:shape id="Picture 8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r//3DAAAA2wAAAA8AAABkcnMvZG93bnJldi54bWxEj0+LwjAUxO8L+x3CE7ytqSKLVKPooot4&#10;EFv1/mhe/2DzUpus1m+/EQSPw8z8hpktOlOLG7WusqxgOIhAEGdWV1woOB03XxMQziNrrC2Tggc5&#10;WMw/P2YYa3vnhG6pL0SAsItRQel9E0vpspIMuoFtiIOX29agD7ItpG7xHuCmlqMo+pYGKw4LJTb0&#10;U1J2Sf+Mgvy6yXeHxOPqd3xJx+f1/kCTvVL9XrecgvDU+Xf41d5qBaMhPL+EHyDn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Cv//c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336" behindDoc="1" locked="1" layoutInCell="0" allowOverlap="1" wp14:anchorId="662B7514" wp14:editId="2C37686B">
          <wp:simplePos x="0" y="0"/>
          <wp:positionH relativeFrom="page">
            <wp:posOffset>1276350</wp:posOffset>
          </wp:positionH>
          <wp:positionV relativeFrom="page">
            <wp:posOffset>3705225</wp:posOffset>
          </wp:positionV>
          <wp:extent cx="4972050" cy="5467350"/>
          <wp:effectExtent l="0" t="0" r="0" b="0"/>
          <wp:wrapNone/>
          <wp:docPr id="91" name="Picture 91" descr="2B POSTERIOR VEINS OF THE LEGS replaced with new anterior vie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1" descr="2B POSTERIOR VEINS OF THE LEGS replaced with new anterior view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365"/>
                  <a:stretch>
                    <a:fillRect/>
                  </a:stretch>
                </pic:blipFill>
                <pic:spPr bwMode="auto">
                  <a:xfrm>
                    <a:off x="0" y="0"/>
                    <a:ext cx="4972050" cy="5467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4144" behindDoc="0" locked="1" layoutInCell="0" allowOverlap="1" wp14:anchorId="64AD96C7" wp14:editId="727E3C30">
              <wp:simplePos x="0" y="0"/>
              <wp:positionH relativeFrom="column">
                <wp:posOffset>4105275</wp:posOffset>
              </wp:positionH>
              <wp:positionV relativeFrom="page">
                <wp:posOffset>3398520</wp:posOffset>
              </wp:positionV>
              <wp:extent cx="859790" cy="224155"/>
              <wp:effectExtent l="9525" t="7620" r="26035" b="25400"/>
              <wp:wrapNone/>
              <wp:docPr id="18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790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5C022D" w:rsidRPr="005D0996" w:rsidRDefault="005C022D" w:rsidP="005D0996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Pos</w:t>
                          </w:r>
                          <w:r w:rsidRPr="005D0996">
                            <w:rPr>
                              <w:sz w:val="18"/>
                              <w:szCs w:val="18"/>
                            </w:rPr>
                            <w:t>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27" type="#_x0000_t202" style="position:absolute;margin-left:323.25pt;margin-top:267.6pt;width:67.7pt;height:17.6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" o:allowincell="f" strokeweight=".5pt">
              <v:shadow on="t" color="silver"/>
              <v:textbox style="mso-fit-shape-to-text:t" inset="1mm,1.2mm,1mm,1.2mm">
                <w:txbxContent>
                  <w:p w:rsidR="005C022D" w:rsidRPr="005D0996" w:rsidRDefault="005C022D" w:rsidP="005D0996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Pos</w:t>
                    </w:r>
                    <w:r w:rsidRPr="005D0996">
                      <w:rPr>
                        <w:sz w:val="18"/>
                        <w:szCs w:val="18"/>
                      </w:rPr>
                      <w:t>terior view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3120" behindDoc="0" locked="1" layoutInCell="0" allowOverlap="1" wp14:anchorId="6FD7ECDA" wp14:editId="49A66B4B">
              <wp:simplePos x="0" y="0"/>
              <wp:positionH relativeFrom="column">
                <wp:posOffset>1552575</wp:posOffset>
              </wp:positionH>
              <wp:positionV relativeFrom="page">
                <wp:posOffset>3398520</wp:posOffset>
              </wp:positionV>
              <wp:extent cx="764540" cy="224155"/>
              <wp:effectExtent l="9525" t="7620" r="26035" b="25400"/>
              <wp:wrapNone/>
              <wp:docPr id="17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4540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5C022D" w:rsidRPr="005D0996" w:rsidRDefault="005C022D" w:rsidP="005D0996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5D0996">
                            <w:rPr>
                              <w:sz w:val="18"/>
                              <w:szCs w:val="18"/>
                            </w:rPr>
                            <w:t>Anterior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0" o:spid="_x0000_s1028" type="#_x0000_t202" style="position:absolute;margin-left:122.25pt;margin-top:267.6pt;width:60.2pt;height:17.6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" o:allowincell="f" strokeweight=".5pt">
              <v:shadow on="t" color="silver"/>
              <v:textbox style="mso-fit-shape-to-text:t" inset="1mm,1.2mm,1mm,1.2mm">
                <w:txbxContent>
                  <w:p w:rsidR="005C022D" w:rsidRPr="005D0996" w:rsidRDefault="005C022D" w:rsidP="005D0996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 w:rsidRPr="005D0996">
                      <w:rPr>
                        <w:sz w:val="18"/>
                        <w:szCs w:val="18"/>
                      </w:rPr>
                      <w:t>Anterior view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 wp14:anchorId="106EFF14" wp14:editId="0D3C6C26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1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022D" w:rsidRDefault="005C022D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42.5pt;margin-top:789.7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zPZsQIAALE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YnM9m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C022D" w:rsidRDefault="005C022D" w:rsidP="002E04BC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 style="mso-position-vertical-relative:page;mso-width-relative:margin;mso-height-relative:margin" o:allowincell="f" strokecolor="red">
      <v:stroke endarrow="block" color="red" weight=".5pt"/>
      <v:shadow color="silver"/>
      <v:textbox style="mso-fit-shape-to-text:t" inset="0,1.2mm,0,1.2mm"/>
      <o:colormru v:ext="edit" colors="#ddd,silver,#ade0f9,#679ad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6C8"/>
    <w:rsid w:val="000009C6"/>
    <w:rsid w:val="00002C57"/>
    <w:rsid w:val="00004989"/>
    <w:rsid w:val="00021342"/>
    <w:rsid w:val="0002322E"/>
    <w:rsid w:val="00027959"/>
    <w:rsid w:val="00030ECC"/>
    <w:rsid w:val="00031069"/>
    <w:rsid w:val="00033B0B"/>
    <w:rsid w:val="00041FD3"/>
    <w:rsid w:val="0006170F"/>
    <w:rsid w:val="00070AEC"/>
    <w:rsid w:val="00075B57"/>
    <w:rsid w:val="000B1F8C"/>
    <w:rsid w:val="000C302A"/>
    <w:rsid w:val="000C4B93"/>
    <w:rsid w:val="000D03AD"/>
    <w:rsid w:val="000D12F2"/>
    <w:rsid w:val="0012112F"/>
    <w:rsid w:val="00123164"/>
    <w:rsid w:val="00130369"/>
    <w:rsid w:val="0014708E"/>
    <w:rsid w:val="00156E8E"/>
    <w:rsid w:val="00186F8F"/>
    <w:rsid w:val="00191142"/>
    <w:rsid w:val="001A0E8C"/>
    <w:rsid w:val="001A1B5B"/>
    <w:rsid w:val="001A7AF4"/>
    <w:rsid w:val="001B713B"/>
    <w:rsid w:val="001C2A3A"/>
    <w:rsid w:val="001C3912"/>
    <w:rsid w:val="001F797D"/>
    <w:rsid w:val="00210977"/>
    <w:rsid w:val="00226007"/>
    <w:rsid w:val="002715FB"/>
    <w:rsid w:val="00271691"/>
    <w:rsid w:val="002739C8"/>
    <w:rsid w:val="002867C0"/>
    <w:rsid w:val="002932DD"/>
    <w:rsid w:val="002C6A41"/>
    <w:rsid w:val="002D4419"/>
    <w:rsid w:val="002D613D"/>
    <w:rsid w:val="002D7122"/>
    <w:rsid w:val="002E04BC"/>
    <w:rsid w:val="003234AA"/>
    <w:rsid w:val="00324212"/>
    <w:rsid w:val="003270E4"/>
    <w:rsid w:val="00344EE6"/>
    <w:rsid w:val="00352F64"/>
    <w:rsid w:val="00382C7D"/>
    <w:rsid w:val="00385FE2"/>
    <w:rsid w:val="003909B4"/>
    <w:rsid w:val="00394CF1"/>
    <w:rsid w:val="003A6622"/>
    <w:rsid w:val="003E416A"/>
    <w:rsid w:val="003F4B0A"/>
    <w:rsid w:val="00400383"/>
    <w:rsid w:val="00404107"/>
    <w:rsid w:val="00411FD4"/>
    <w:rsid w:val="004440F7"/>
    <w:rsid w:val="004520A0"/>
    <w:rsid w:val="00477D62"/>
    <w:rsid w:val="004A3BCC"/>
    <w:rsid w:val="004C122B"/>
    <w:rsid w:val="004C256B"/>
    <w:rsid w:val="004E0025"/>
    <w:rsid w:val="004E3E95"/>
    <w:rsid w:val="004F4E3F"/>
    <w:rsid w:val="005060EC"/>
    <w:rsid w:val="00525F48"/>
    <w:rsid w:val="00543410"/>
    <w:rsid w:val="00543DEF"/>
    <w:rsid w:val="00552EAF"/>
    <w:rsid w:val="005534C2"/>
    <w:rsid w:val="005606F1"/>
    <w:rsid w:val="005748E3"/>
    <w:rsid w:val="00583D40"/>
    <w:rsid w:val="005947E5"/>
    <w:rsid w:val="00596D0F"/>
    <w:rsid w:val="005C022D"/>
    <w:rsid w:val="005C197D"/>
    <w:rsid w:val="005D0996"/>
    <w:rsid w:val="005D4909"/>
    <w:rsid w:val="005E594C"/>
    <w:rsid w:val="00624106"/>
    <w:rsid w:val="00632733"/>
    <w:rsid w:val="00644C5F"/>
    <w:rsid w:val="00661D13"/>
    <w:rsid w:val="0067732A"/>
    <w:rsid w:val="00684C71"/>
    <w:rsid w:val="006A41AD"/>
    <w:rsid w:val="006D2A35"/>
    <w:rsid w:val="006D3CE8"/>
    <w:rsid w:val="006F60A5"/>
    <w:rsid w:val="00701D82"/>
    <w:rsid w:val="007102C1"/>
    <w:rsid w:val="007112FB"/>
    <w:rsid w:val="007126C8"/>
    <w:rsid w:val="00734AE8"/>
    <w:rsid w:val="00762536"/>
    <w:rsid w:val="007C5B1B"/>
    <w:rsid w:val="007E5FF0"/>
    <w:rsid w:val="00802E05"/>
    <w:rsid w:val="00803E28"/>
    <w:rsid w:val="00804042"/>
    <w:rsid w:val="00811182"/>
    <w:rsid w:val="00813362"/>
    <w:rsid w:val="00840B24"/>
    <w:rsid w:val="00850CED"/>
    <w:rsid w:val="00854725"/>
    <w:rsid w:val="00880184"/>
    <w:rsid w:val="00893153"/>
    <w:rsid w:val="008B3BF4"/>
    <w:rsid w:val="008B3C2A"/>
    <w:rsid w:val="008C4F7F"/>
    <w:rsid w:val="008C67DE"/>
    <w:rsid w:val="008E77CD"/>
    <w:rsid w:val="00907CF4"/>
    <w:rsid w:val="00923531"/>
    <w:rsid w:val="00924EB0"/>
    <w:rsid w:val="009350DF"/>
    <w:rsid w:val="00942505"/>
    <w:rsid w:val="00943CA7"/>
    <w:rsid w:val="00961297"/>
    <w:rsid w:val="00977A1C"/>
    <w:rsid w:val="00984A59"/>
    <w:rsid w:val="00992841"/>
    <w:rsid w:val="009A0ECB"/>
    <w:rsid w:val="009A3EEC"/>
    <w:rsid w:val="009C12E1"/>
    <w:rsid w:val="009D4370"/>
    <w:rsid w:val="009E0202"/>
    <w:rsid w:val="009F0327"/>
    <w:rsid w:val="009F19EF"/>
    <w:rsid w:val="009F70D4"/>
    <w:rsid w:val="00A04256"/>
    <w:rsid w:val="00A078E6"/>
    <w:rsid w:val="00A2369C"/>
    <w:rsid w:val="00A43026"/>
    <w:rsid w:val="00A46516"/>
    <w:rsid w:val="00A62728"/>
    <w:rsid w:val="00A90B05"/>
    <w:rsid w:val="00A90F95"/>
    <w:rsid w:val="00AA0074"/>
    <w:rsid w:val="00AA2AD4"/>
    <w:rsid w:val="00AB09A7"/>
    <w:rsid w:val="00AB7058"/>
    <w:rsid w:val="00AC0857"/>
    <w:rsid w:val="00B03018"/>
    <w:rsid w:val="00B040FE"/>
    <w:rsid w:val="00B13FBA"/>
    <w:rsid w:val="00B14AFB"/>
    <w:rsid w:val="00B35F22"/>
    <w:rsid w:val="00B415C1"/>
    <w:rsid w:val="00B46E1E"/>
    <w:rsid w:val="00B734E8"/>
    <w:rsid w:val="00B8442D"/>
    <w:rsid w:val="00B87660"/>
    <w:rsid w:val="00BA480C"/>
    <w:rsid w:val="00BC2B3E"/>
    <w:rsid w:val="00BC5836"/>
    <w:rsid w:val="00C24FD1"/>
    <w:rsid w:val="00C2776E"/>
    <w:rsid w:val="00C36AA5"/>
    <w:rsid w:val="00C44E9D"/>
    <w:rsid w:val="00C64AE2"/>
    <w:rsid w:val="00C943BB"/>
    <w:rsid w:val="00CB3119"/>
    <w:rsid w:val="00D065FF"/>
    <w:rsid w:val="00D14AB1"/>
    <w:rsid w:val="00D254A0"/>
    <w:rsid w:val="00D35CC3"/>
    <w:rsid w:val="00D37604"/>
    <w:rsid w:val="00D86277"/>
    <w:rsid w:val="00D94904"/>
    <w:rsid w:val="00DC01AB"/>
    <w:rsid w:val="00DC5770"/>
    <w:rsid w:val="00DD0B20"/>
    <w:rsid w:val="00DD5E5B"/>
    <w:rsid w:val="00DF1DE9"/>
    <w:rsid w:val="00E32912"/>
    <w:rsid w:val="00E339E8"/>
    <w:rsid w:val="00E4100D"/>
    <w:rsid w:val="00E463E3"/>
    <w:rsid w:val="00E55F46"/>
    <w:rsid w:val="00E6169F"/>
    <w:rsid w:val="00E65DAC"/>
    <w:rsid w:val="00E722DF"/>
    <w:rsid w:val="00E73447"/>
    <w:rsid w:val="00EA5C7C"/>
    <w:rsid w:val="00ED45C7"/>
    <w:rsid w:val="00F028B5"/>
    <w:rsid w:val="00F02F77"/>
    <w:rsid w:val="00F071E8"/>
    <w:rsid w:val="00F16C76"/>
    <w:rsid w:val="00F3457B"/>
    <w:rsid w:val="00F3756B"/>
    <w:rsid w:val="00F959B6"/>
    <w:rsid w:val="00F97841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vertical-relative:page;mso-width-relative:margin;mso-height-relative:margin" o:allowincell="f" strokecolor="red">
      <v:stroke endarrow="block" color="red" weight=".5pt"/>
      <v:shadow color="silver"/>
      <v:textbox style="mso-fit-shape-to-text:t" inset="0,1.2mm,0,1.2mm"/>
      <o:colormru v:ext="edit" colors="#ddd,silver,#ade0f9,#679ad1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12112F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12112F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urefw0.UHL\AppData\Local\Microsoft\Windows\Temporary%20Internet%20Files\Content.IE5\EY2VVZ57\Lower%20Limb%20Venous%20Insufficiency%20scan%20_%20Both%20_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Venous Insufficiency scan _ Both _ Normal</Template>
  <TotalTime>238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Daniel.Sims</cp:lastModifiedBy>
  <cp:revision>7</cp:revision>
  <cp:lastPrinted>2019-06-10T14:55:00Z</cp:lastPrinted>
  <dcterms:created xsi:type="dcterms:W3CDTF">2019-06-10T09:17:00Z</dcterms:created>
  <dcterms:modified xsi:type="dcterms:W3CDTF">2019-06-10T15:03:00Z</dcterms:modified>
</cp:coreProperties>
</file>